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F9771" w14:textId="678E6AFF" w:rsidR="00312626" w:rsidRPr="00746BFE" w:rsidRDefault="00312626" w:rsidP="00946049">
      <w:pPr>
        <w:spacing w:after="0" w:line="259" w:lineRule="auto"/>
        <w:ind w:left="7655" w:hanging="1"/>
        <w:jc w:val="right"/>
        <w:rPr>
          <w:rFonts w:ascii="Verdana" w:eastAsia="Calibri" w:hAnsi="Verdana" w:cs="Arial"/>
          <w:color w:val="auto"/>
          <w:spacing w:val="0"/>
          <w:sz w:val="18"/>
          <w:szCs w:val="18"/>
        </w:rPr>
      </w:pPr>
      <w:r w:rsidRPr="00746BFE">
        <w:rPr>
          <w:rFonts w:ascii="Verdana" w:eastAsia="Calibri" w:hAnsi="Verdana" w:cs="Arial"/>
          <w:b/>
          <w:color w:val="auto"/>
          <w:spacing w:val="0"/>
          <w:sz w:val="18"/>
          <w:szCs w:val="18"/>
        </w:rPr>
        <w:t xml:space="preserve">Załącznik nr </w:t>
      </w:r>
      <w:r w:rsidR="00946049">
        <w:rPr>
          <w:rFonts w:ascii="Verdana" w:eastAsia="Calibri" w:hAnsi="Verdana" w:cs="Arial"/>
          <w:b/>
          <w:color w:val="auto"/>
          <w:spacing w:val="0"/>
          <w:sz w:val="18"/>
          <w:szCs w:val="18"/>
        </w:rPr>
        <w:t>7</w:t>
      </w:r>
      <w:r w:rsidRPr="00746BFE">
        <w:rPr>
          <w:rFonts w:ascii="Verdana" w:eastAsia="Calibri" w:hAnsi="Verdana" w:cs="Arial"/>
          <w:color w:val="auto"/>
          <w:spacing w:val="0"/>
          <w:sz w:val="18"/>
          <w:szCs w:val="18"/>
        </w:rPr>
        <w:t xml:space="preserve"> </w:t>
      </w:r>
      <w:r w:rsidRPr="00746BFE">
        <w:rPr>
          <w:rFonts w:ascii="Verdana" w:eastAsia="Calibri" w:hAnsi="Verdana" w:cs="Arial"/>
          <w:b/>
          <w:color w:val="auto"/>
          <w:spacing w:val="0"/>
          <w:sz w:val="18"/>
          <w:szCs w:val="18"/>
        </w:rPr>
        <w:t xml:space="preserve">do </w:t>
      </w:r>
      <w:r w:rsidR="00946049">
        <w:rPr>
          <w:rFonts w:ascii="Verdana" w:eastAsia="Calibri" w:hAnsi="Verdana" w:cs="Arial"/>
          <w:b/>
          <w:color w:val="auto"/>
          <w:spacing w:val="0"/>
          <w:sz w:val="18"/>
          <w:szCs w:val="18"/>
        </w:rPr>
        <w:t>Zapytania Ofertowego</w:t>
      </w:r>
    </w:p>
    <w:p w14:paraId="69D17EA6" w14:textId="7E0548CA" w:rsidR="00312626" w:rsidRPr="00746BFE" w:rsidRDefault="00312626" w:rsidP="009378F2">
      <w:pPr>
        <w:widowControl w:val="0"/>
        <w:spacing w:after="0" w:line="259" w:lineRule="auto"/>
        <w:ind w:left="9072"/>
        <w:jc w:val="right"/>
        <w:rPr>
          <w:rFonts w:ascii="Verdana" w:eastAsia="Calibri" w:hAnsi="Verdana" w:cs="Tahoma"/>
          <w:b/>
          <w:color w:val="auto"/>
          <w:spacing w:val="0"/>
          <w:sz w:val="18"/>
          <w:szCs w:val="18"/>
        </w:rPr>
      </w:pPr>
      <w:r w:rsidRPr="00746BFE">
        <w:rPr>
          <w:rFonts w:ascii="Verdana" w:eastAsia="Calibri" w:hAnsi="Verdana" w:cs="Arial"/>
          <w:color w:val="auto"/>
          <w:spacing w:val="0"/>
          <w:sz w:val="18"/>
          <w:szCs w:val="18"/>
        </w:rPr>
        <w:t>Nr sprawy:</w:t>
      </w:r>
      <w:r w:rsidRPr="00746BFE">
        <w:rPr>
          <w:rFonts w:ascii="Verdana" w:eastAsia="Calibri" w:hAnsi="Verdana" w:cs="Tahoma"/>
          <w:b/>
          <w:color w:val="auto"/>
          <w:spacing w:val="0"/>
          <w:sz w:val="18"/>
          <w:szCs w:val="18"/>
        </w:rPr>
        <w:t xml:space="preserve"> </w:t>
      </w:r>
      <w:r w:rsidR="00946049">
        <w:rPr>
          <w:rFonts w:ascii="Verdana" w:eastAsia="Calibri" w:hAnsi="Verdana" w:cs="Tahoma"/>
          <w:b/>
          <w:color w:val="auto"/>
          <w:spacing w:val="0"/>
          <w:sz w:val="18"/>
          <w:szCs w:val="18"/>
        </w:rPr>
        <w:t>………………….</w:t>
      </w:r>
    </w:p>
    <w:p w14:paraId="24F493C7" w14:textId="77777777" w:rsidR="00312626" w:rsidRPr="00746BFE" w:rsidRDefault="00312626" w:rsidP="00312626">
      <w:pPr>
        <w:spacing w:after="0" w:line="259" w:lineRule="auto"/>
        <w:jc w:val="left"/>
        <w:rPr>
          <w:rFonts w:ascii="Verdana" w:eastAsia="Calibri" w:hAnsi="Verdana" w:cs="Arial"/>
          <w:b/>
          <w:color w:val="auto"/>
          <w:spacing w:val="0"/>
          <w:sz w:val="18"/>
          <w:szCs w:val="18"/>
        </w:rPr>
      </w:pPr>
      <w:r w:rsidRPr="00746BFE">
        <w:rPr>
          <w:rFonts w:ascii="Verdana" w:eastAsia="Calibri" w:hAnsi="Verdana" w:cs="Arial"/>
          <w:b/>
          <w:color w:val="auto"/>
          <w:spacing w:val="0"/>
          <w:sz w:val="18"/>
          <w:szCs w:val="18"/>
        </w:rPr>
        <w:t>Wykonawca:</w:t>
      </w:r>
    </w:p>
    <w:p w14:paraId="55D5FB3B" w14:textId="73CED49F" w:rsidR="00312626" w:rsidRPr="00746BFE" w:rsidRDefault="00312626" w:rsidP="00312626">
      <w:pPr>
        <w:spacing w:after="0" w:line="240" w:lineRule="auto"/>
        <w:ind w:right="5954"/>
        <w:jc w:val="left"/>
        <w:rPr>
          <w:rFonts w:ascii="Verdana" w:eastAsia="Calibri" w:hAnsi="Verdana" w:cs="Arial"/>
          <w:color w:val="auto"/>
          <w:spacing w:val="0"/>
          <w:sz w:val="18"/>
          <w:szCs w:val="18"/>
        </w:rPr>
      </w:pPr>
      <w:r w:rsidRPr="00746BFE">
        <w:rPr>
          <w:rFonts w:ascii="Verdana" w:eastAsia="Calibri" w:hAnsi="Verdana" w:cs="Arial"/>
          <w:color w:val="auto"/>
          <w:spacing w:val="0"/>
          <w:sz w:val="18"/>
          <w:szCs w:val="18"/>
        </w:rPr>
        <w:t>……………………………………………………</w:t>
      </w:r>
    </w:p>
    <w:p w14:paraId="60BFC4B5" w14:textId="2D788142" w:rsidR="000821E4" w:rsidRPr="00746BFE" w:rsidRDefault="000821E4" w:rsidP="00312626">
      <w:pPr>
        <w:spacing w:after="0" w:line="240" w:lineRule="auto"/>
        <w:ind w:right="5954"/>
        <w:jc w:val="left"/>
        <w:rPr>
          <w:rFonts w:ascii="Verdana" w:eastAsia="Calibri" w:hAnsi="Verdana" w:cs="Arial"/>
          <w:color w:val="auto"/>
          <w:spacing w:val="0"/>
          <w:sz w:val="18"/>
          <w:szCs w:val="18"/>
        </w:rPr>
      </w:pPr>
      <w:r w:rsidRPr="00746BFE">
        <w:rPr>
          <w:rFonts w:ascii="Verdana" w:eastAsia="Calibri" w:hAnsi="Verdana" w:cs="Arial"/>
          <w:color w:val="auto"/>
          <w:spacing w:val="0"/>
          <w:sz w:val="18"/>
          <w:szCs w:val="18"/>
        </w:rPr>
        <w:t xml:space="preserve">(nazwa firmy) </w:t>
      </w:r>
    </w:p>
    <w:p w14:paraId="0D13DA48" w14:textId="2BC66784" w:rsidR="00312626" w:rsidRPr="00746BFE" w:rsidRDefault="00A04692" w:rsidP="00A04692">
      <w:pPr>
        <w:spacing w:after="0" w:line="240" w:lineRule="auto"/>
        <w:jc w:val="center"/>
        <w:rPr>
          <w:rFonts w:ascii="Verdana" w:eastAsia="Times New Roman" w:hAnsi="Verdana" w:cs="Arial"/>
          <w:b/>
          <w:color w:val="auto"/>
          <w:spacing w:val="0"/>
          <w:sz w:val="18"/>
          <w:szCs w:val="18"/>
          <w:lang w:eastAsia="pl-PL"/>
        </w:rPr>
      </w:pPr>
      <w:r w:rsidRPr="00746BFE">
        <w:rPr>
          <w:rFonts w:ascii="Verdana" w:eastAsia="Times New Roman" w:hAnsi="Verdana" w:cs="Arial"/>
          <w:b/>
          <w:color w:val="auto"/>
          <w:spacing w:val="0"/>
          <w:sz w:val="18"/>
          <w:szCs w:val="18"/>
          <w:lang w:eastAsia="pl-PL"/>
        </w:rPr>
        <w:t>WYKAZ OSÓB</w:t>
      </w:r>
      <w:r w:rsidR="00740183">
        <w:rPr>
          <w:rFonts w:ascii="Verdana" w:eastAsia="Times New Roman" w:hAnsi="Verdana" w:cs="Arial"/>
          <w:b/>
          <w:color w:val="auto"/>
          <w:spacing w:val="0"/>
          <w:sz w:val="18"/>
          <w:szCs w:val="18"/>
          <w:lang w:eastAsia="pl-PL"/>
        </w:rPr>
        <w:t xml:space="preserve"> </w:t>
      </w:r>
    </w:p>
    <w:p w14:paraId="033C3A96" w14:textId="77777777" w:rsidR="00312626" w:rsidRPr="00746BFE" w:rsidRDefault="00312626" w:rsidP="00312626">
      <w:pPr>
        <w:spacing w:after="0" w:line="240" w:lineRule="auto"/>
        <w:rPr>
          <w:rFonts w:ascii="Verdana" w:eastAsia="Times New Roman" w:hAnsi="Verdana" w:cs="Arial"/>
          <w:color w:val="auto"/>
          <w:spacing w:val="0"/>
          <w:sz w:val="18"/>
          <w:szCs w:val="18"/>
          <w:lang w:eastAsia="pl-PL"/>
        </w:rPr>
      </w:pPr>
      <w:r w:rsidRPr="00746BFE">
        <w:rPr>
          <w:rFonts w:ascii="Verdana" w:eastAsia="Times New Roman" w:hAnsi="Verdana" w:cs="Arial"/>
          <w:color w:val="auto"/>
          <w:spacing w:val="0"/>
          <w:sz w:val="18"/>
          <w:szCs w:val="18"/>
          <w:lang w:eastAsia="pl-PL"/>
        </w:rPr>
        <w:t>Składając ofertę w postępowaniu o udzielenie zamówienia publicznego na wykonanie zamówienia pn.:</w:t>
      </w:r>
    </w:p>
    <w:p w14:paraId="38A03CBF" w14:textId="77777777" w:rsidR="00312626" w:rsidRPr="00746BFE" w:rsidRDefault="00312626" w:rsidP="00312626">
      <w:pPr>
        <w:spacing w:after="0" w:line="240" w:lineRule="auto"/>
        <w:jc w:val="left"/>
        <w:rPr>
          <w:rFonts w:ascii="Verdana" w:eastAsia="Times New Roman" w:hAnsi="Verdana" w:cs="Tahoma"/>
          <w:b/>
          <w:bCs/>
          <w:color w:val="000000"/>
          <w:spacing w:val="0"/>
          <w:sz w:val="18"/>
          <w:szCs w:val="18"/>
        </w:rPr>
      </w:pPr>
    </w:p>
    <w:p w14:paraId="27152C4D" w14:textId="5E20DADA" w:rsidR="00DB5BEC" w:rsidRPr="00746BFE" w:rsidRDefault="00312626" w:rsidP="00491D46">
      <w:pPr>
        <w:spacing w:after="0" w:line="240" w:lineRule="auto"/>
        <w:jc w:val="center"/>
        <w:rPr>
          <w:rFonts w:ascii="Verdana" w:eastAsia="Times New Roman" w:hAnsi="Verdana" w:cs="Tahoma"/>
          <w:b/>
          <w:color w:val="auto"/>
          <w:spacing w:val="0"/>
          <w:sz w:val="18"/>
          <w:szCs w:val="18"/>
          <w:lang w:eastAsia="x-none"/>
        </w:rPr>
      </w:pPr>
      <w:r w:rsidRPr="00746BFE">
        <w:rPr>
          <w:rFonts w:ascii="Verdana" w:eastAsia="Times New Roman" w:hAnsi="Verdana" w:cs="Tahoma"/>
          <w:b/>
          <w:color w:val="auto"/>
          <w:spacing w:val="0"/>
          <w:sz w:val="18"/>
          <w:szCs w:val="18"/>
          <w:lang w:eastAsia="x-none"/>
        </w:rPr>
        <w:t>„</w:t>
      </w:r>
      <w:r w:rsidR="00491D46" w:rsidRPr="00491D46">
        <w:rPr>
          <w:rFonts w:ascii="Verdana" w:eastAsia="Times New Roman" w:hAnsi="Verdana" w:cs="Tahoma"/>
          <w:b/>
          <w:color w:val="auto"/>
          <w:spacing w:val="0"/>
          <w:sz w:val="18"/>
          <w:szCs w:val="18"/>
          <w:lang w:eastAsia="x-none"/>
        </w:rPr>
        <w:t xml:space="preserve">Usługa wykonania profili </w:t>
      </w:r>
      <w:proofErr w:type="spellStart"/>
      <w:r w:rsidR="00491D46" w:rsidRPr="00491D46">
        <w:rPr>
          <w:rFonts w:ascii="Verdana" w:eastAsia="Times New Roman" w:hAnsi="Verdana" w:cs="Tahoma"/>
          <w:b/>
          <w:color w:val="auto"/>
          <w:spacing w:val="0"/>
          <w:sz w:val="18"/>
          <w:szCs w:val="18"/>
          <w:lang w:eastAsia="x-none"/>
        </w:rPr>
        <w:t>transkryptomicznych</w:t>
      </w:r>
      <w:proofErr w:type="spellEnd"/>
      <w:r w:rsidR="00491D46" w:rsidRPr="00491D46">
        <w:rPr>
          <w:rFonts w:ascii="Verdana" w:eastAsia="Times New Roman" w:hAnsi="Verdana" w:cs="Tahoma"/>
          <w:b/>
          <w:color w:val="auto"/>
          <w:spacing w:val="0"/>
          <w:sz w:val="18"/>
          <w:szCs w:val="18"/>
          <w:lang w:eastAsia="x-none"/>
        </w:rPr>
        <w:t xml:space="preserve"> metodą </w:t>
      </w:r>
      <w:proofErr w:type="spellStart"/>
      <w:r w:rsidR="00491D46" w:rsidRPr="00491D46">
        <w:rPr>
          <w:rFonts w:ascii="Verdana" w:eastAsia="Times New Roman" w:hAnsi="Verdana" w:cs="Tahoma"/>
          <w:b/>
          <w:color w:val="auto"/>
          <w:spacing w:val="0"/>
          <w:sz w:val="18"/>
          <w:szCs w:val="18"/>
          <w:lang w:eastAsia="x-none"/>
        </w:rPr>
        <w:t>bulk</w:t>
      </w:r>
      <w:proofErr w:type="spellEnd"/>
      <w:r w:rsidR="00491D46" w:rsidRPr="00491D46">
        <w:rPr>
          <w:rFonts w:ascii="Verdana" w:eastAsia="Times New Roman" w:hAnsi="Verdana" w:cs="Tahoma"/>
          <w:b/>
          <w:color w:val="auto"/>
          <w:spacing w:val="0"/>
          <w:sz w:val="18"/>
          <w:szCs w:val="18"/>
          <w:lang w:eastAsia="x-none"/>
        </w:rPr>
        <w:t xml:space="preserve"> RNA-</w:t>
      </w:r>
      <w:proofErr w:type="spellStart"/>
      <w:r w:rsidR="00491D46" w:rsidRPr="00491D46">
        <w:rPr>
          <w:rFonts w:ascii="Verdana" w:eastAsia="Times New Roman" w:hAnsi="Verdana" w:cs="Tahoma"/>
          <w:b/>
          <w:color w:val="auto"/>
          <w:spacing w:val="0"/>
          <w:sz w:val="18"/>
          <w:szCs w:val="18"/>
          <w:lang w:eastAsia="x-none"/>
        </w:rPr>
        <w:t>seq</w:t>
      </w:r>
      <w:proofErr w:type="spellEnd"/>
      <w:r w:rsidR="00491D46">
        <w:rPr>
          <w:rFonts w:ascii="Verdana" w:eastAsia="Times New Roman" w:hAnsi="Verdana" w:cs="Tahoma"/>
          <w:b/>
          <w:color w:val="auto"/>
          <w:spacing w:val="0"/>
          <w:sz w:val="18"/>
          <w:szCs w:val="18"/>
          <w:lang w:eastAsia="x-none"/>
        </w:rPr>
        <w:t xml:space="preserve"> </w:t>
      </w:r>
      <w:r w:rsidR="00491D46" w:rsidRPr="00491D46">
        <w:rPr>
          <w:rFonts w:ascii="Verdana" w:eastAsia="Times New Roman" w:hAnsi="Verdana" w:cs="Tahoma"/>
          <w:b/>
          <w:color w:val="auto"/>
          <w:spacing w:val="0"/>
          <w:sz w:val="18"/>
          <w:szCs w:val="18"/>
          <w:lang w:eastAsia="x-none"/>
        </w:rPr>
        <w:t>oraz single-</w:t>
      </w:r>
      <w:proofErr w:type="spellStart"/>
      <w:r w:rsidR="00491D46" w:rsidRPr="00491D46">
        <w:rPr>
          <w:rFonts w:ascii="Verdana" w:eastAsia="Times New Roman" w:hAnsi="Verdana" w:cs="Tahoma"/>
          <w:b/>
          <w:color w:val="auto"/>
          <w:spacing w:val="0"/>
          <w:sz w:val="18"/>
          <w:szCs w:val="18"/>
          <w:lang w:eastAsia="x-none"/>
        </w:rPr>
        <w:t>cell</w:t>
      </w:r>
      <w:proofErr w:type="spellEnd"/>
      <w:r w:rsidR="00491D46" w:rsidRPr="00491D46">
        <w:rPr>
          <w:rFonts w:ascii="Verdana" w:eastAsia="Times New Roman" w:hAnsi="Verdana" w:cs="Tahoma"/>
          <w:b/>
          <w:color w:val="auto"/>
          <w:spacing w:val="0"/>
          <w:sz w:val="18"/>
          <w:szCs w:val="18"/>
          <w:lang w:eastAsia="x-none"/>
        </w:rPr>
        <w:t xml:space="preserve"> RNA-</w:t>
      </w:r>
      <w:proofErr w:type="spellStart"/>
      <w:r w:rsidR="00491D46" w:rsidRPr="00491D46">
        <w:rPr>
          <w:rFonts w:ascii="Verdana" w:eastAsia="Times New Roman" w:hAnsi="Verdana" w:cs="Tahoma"/>
          <w:b/>
          <w:color w:val="auto"/>
          <w:spacing w:val="0"/>
          <w:sz w:val="18"/>
          <w:szCs w:val="18"/>
          <w:lang w:eastAsia="x-none"/>
        </w:rPr>
        <w:t>seq</w:t>
      </w:r>
      <w:proofErr w:type="spellEnd"/>
      <w:r w:rsidR="00491D46" w:rsidRPr="00491D46">
        <w:rPr>
          <w:rFonts w:ascii="Verdana" w:eastAsia="Times New Roman" w:hAnsi="Verdana" w:cs="Tahoma"/>
          <w:b/>
          <w:color w:val="auto"/>
          <w:spacing w:val="0"/>
          <w:sz w:val="18"/>
          <w:szCs w:val="18"/>
          <w:lang w:eastAsia="x-none"/>
        </w:rPr>
        <w:t xml:space="preserve"> wraz z analizą </w:t>
      </w:r>
      <w:proofErr w:type="spellStart"/>
      <w:r w:rsidR="00491D46" w:rsidRPr="00491D46">
        <w:rPr>
          <w:rFonts w:ascii="Verdana" w:eastAsia="Times New Roman" w:hAnsi="Verdana" w:cs="Tahoma"/>
          <w:b/>
          <w:color w:val="auto"/>
          <w:spacing w:val="0"/>
          <w:sz w:val="18"/>
          <w:szCs w:val="18"/>
          <w:lang w:eastAsia="x-none"/>
        </w:rPr>
        <w:t>bioinformatyczną</w:t>
      </w:r>
      <w:proofErr w:type="spellEnd"/>
      <w:r w:rsidR="00491D46" w:rsidRPr="00491D46">
        <w:rPr>
          <w:rFonts w:ascii="Verdana" w:eastAsia="Times New Roman" w:hAnsi="Verdana" w:cs="Tahoma"/>
          <w:b/>
          <w:color w:val="auto"/>
          <w:spacing w:val="0"/>
          <w:sz w:val="18"/>
          <w:szCs w:val="18"/>
          <w:lang w:eastAsia="x-none"/>
        </w:rPr>
        <w:t xml:space="preserve"> i wsparciem</w:t>
      </w:r>
      <w:r w:rsidR="00491D46">
        <w:rPr>
          <w:rFonts w:ascii="Verdana" w:eastAsia="Times New Roman" w:hAnsi="Verdana" w:cs="Tahoma"/>
          <w:b/>
          <w:color w:val="auto"/>
          <w:spacing w:val="0"/>
          <w:sz w:val="18"/>
          <w:szCs w:val="18"/>
          <w:lang w:eastAsia="x-none"/>
        </w:rPr>
        <w:t xml:space="preserve"> </w:t>
      </w:r>
      <w:r w:rsidR="00491D46" w:rsidRPr="00491D46">
        <w:rPr>
          <w:rFonts w:ascii="Verdana" w:eastAsia="Times New Roman" w:hAnsi="Verdana" w:cs="Tahoma"/>
          <w:b/>
          <w:color w:val="auto"/>
          <w:spacing w:val="0"/>
          <w:sz w:val="18"/>
          <w:szCs w:val="18"/>
          <w:lang w:eastAsia="x-none"/>
        </w:rPr>
        <w:t>publikacyjnym</w:t>
      </w:r>
      <w:r w:rsidR="005836B3" w:rsidRPr="005836B3">
        <w:rPr>
          <w:rFonts w:ascii="Verdana" w:eastAsia="Times New Roman" w:hAnsi="Verdana" w:cs="Tahoma"/>
          <w:b/>
          <w:color w:val="auto"/>
          <w:spacing w:val="0"/>
          <w:sz w:val="18"/>
          <w:szCs w:val="18"/>
          <w:lang w:eastAsia="x-none"/>
        </w:rPr>
        <w:t>”</w:t>
      </w:r>
    </w:p>
    <w:p w14:paraId="35DE0E2F" w14:textId="25B5E998" w:rsidR="00C50554" w:rsidRDefault="00005EEB" w:rsidP="00F42A97">
      <w:pPr>
        <w:spacing w:after="0" w:line="240" w:lineRule="auto"/>
        <w:jc w:val="center"/>
        <w:rPr>
          <w:rFonts w:ascii="Verdana" w:eastAsia="Times New Roman" w:hAnsi="Verdana" w:cs="Tahoma"/>
          <w:color w:val="auto"/>
          <w:spacing w:val="0"/>
          <w:sz w:val="18"/>
          <w:szCs w:val="18"/>
          <w:lang w:eastAsia="x-none"/>
        </w:rPr>
      </w:pPr>
      <w:r w:rsidRPr="00005EEB">
        <w:rPr>
          <w:rFonts w:ascii="Verdana" w:eastAsia="Times New Roman" w:hAnsi="Verdana" w:cs="Tahoma"/>
          <w:color w:val="auto"/>
          <w:spacing w:val="0"/>
          <w:sz w:val="18"/>
          <w:szCs w:val="18"/>
          <w:lang w:eastAsia="x-none"/>
        </w:rPr>
        <w:t>Przedkładam wykaz osób na potwierdzenie spełnienia warunków udziału w postępowaniu, skierowanych przez Wykonawcę do realizacji zamówienia publicznego, w szczególności odpowiedzialnych za świadczenie usług:</w:t>
      </w:r>
    </w:p>
    <w:p w14:paraId="7B759C08" w14:textId="77777777" w:rsidR="00005EEB" w:rsidRDefault="00005EEB" w:rsidP="00F42A97">
      <w:pPr>
        <w:spacing w:after="0" w:line="240" w:lineRule="auto"/>
        <w:jc w:val="center"/>
        <w:rPr>
          <w:rFonts w:ascii="Verdana" w:eastAsia="Times New Roman" w:hAnsi="Verdana" w:cs="Tahoma"/>
          <w:color w:val="auto"/>
          <w:spacing w:val="0"/>
          <w:sz w:val="18"/>
          <w:szCs w:val="18"/>
          <w:lang w:eastAsia="x-none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01"/>
        <w:gridCol w:w="2029"/>
        <w:gridCol w:w="1367"/>
        <w:gridCol w:w="5289"/>
        <w:gridCol w:w="1541"/>
        <w:gridCol w:w="1621"/>
      </w:tblGrid>
      <w:tr w:rsidR="00C50554" w14:paraId="65DCEC53" w14:textId="77777777" w:rsidTr="00946049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E2F64" w14:textId="25171AA2" w:rsidR="00C50554" w:rsidRPr="00C50554" w:rsidRDefault="00C50554" w:rsidP="00C50554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</w:pPr>
            <w:r w:rsidRPr="00C50554">
              <w:rPr>
                <w:rFonts w:ascii="Verdana" w:hAnsi="Verdana" w:cs="Arial"/>
                <w:color w:val="auto"/>
                <w:sz w:val="16"/>
                <w:szCs w:val="16"/>
              </w:rPr>
              <w:t>LP.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D589" w14:textId="02658429" w:rsidR="00C50554" w:rsidRPr="00C50554" w:rsidRDefault="00C50554" w:rsidP="00C50554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</w:pPr>
            <w:r w:rsidRPr="00C50554">
              <w:rPr>
                <w:rFonts w:ascii="Verdana" w:hAnsi="Verdana" w:cs="Arial"/>
                <w:color w:val="auto"/>
                <w:sz w:val="16"/>
                <w:szCs w:val="16"/>
              </w:rPr>
              <w:t>Nazwa funkcji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8CA2D" w14:textId="0B8BBB11" w:rsidR="00C50554" w:rsidRPr="00C50554" w:rsidRDefault="00C50554" w:rsidP="00C50554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</w:pPr>
            <w:r w:rsidRPr="00C50554">
              <w:rPr>
                <w:rFonts w:ascii="Verdana" w:hAnsi="Verdana" w:cs="Arial"/>
                <w:color w:val="auto"/>
                <w:sz w:val="16"/>
                <w:szCs w:val="16"/>
              </w:rPr>
              <w:t>Imię i Nazwisko</w:t>
            </w:r>
          </w:p>
        </w:tc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0FF48" w14:textId="5BD026F6" w:rsidR="00C50554" w:rsidRPr="00C50554" w:rsidRDefault="00C50554" w:rsidP="00C50554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</w:pPr>
            <w:r w:rsidRPr="00C50554">
              <w:rPr>
                <w:rFonts w:ascii="Verdana" w:hAnsi="Verdana" w:cs="Arial"/>
                <w:color w:val="auto"/>
                <w:sz w:val="16"/>
                <w:szCs w:val="16"/>
              </w:rPr>
              <w:t xml:space="preserve">Doświadczenie </w:t>
            </w:r>
            <w:r w:rsidRPr="00C50554">
              <w:rPr>
                <w:rFonts w:eastAsia="Times New Roman" w:cs="Arial"/>
                <w:color w:val="auto"/>
                <w:spacing w:val="0"/>
                <w:sz w:val="16"/>
                <w:szCs w:val="16"/>
                <w:lang w:eastAsia="pl-PL"/>
              </w:rPr>
              <w:t>(</w:t>
            </w:r>
            <w:r w:rsidRPr="00C50554">
              <w:rPr>
                <w:rFonts w:eastAsia="Times New Roman" w:cs="Arial"/>
                <w:i/>
                <w:iCs/>
                <w:color w:val="auto"/>
                <w:spacing w:val="0"/>
                <w:sz w:val="16"/>
                <w:szCs w:val="16"/>
                <w:lang w:eastAsia="pl-PL"/>
              </w:rPr>
              <w:t xml:space="preserve">Wykonawca musi wykazać spełnienie warunku określonego w pkt. 5.2.4. lit. b) </w:t>
            </w:r>
            <w:r w:rsidR="00946049">
              <w:rPr>
                <w:rFonts w:eastAsia="Times New Roman" w:cs="Arial"/>
                <w:i/>
                <w:iCs/>
                <w:color w:val="auto"/>
                <w:spacing w:val="0"/>
                <w:sz w:val="16"/>
                <w:szCs w:val="16"/>
                <w:lang w:eastAsia="pl-PL"/>
              </w:rPr>
              <w:t>Zapytania ofertowego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1B0B6" w14:textId="77777777" w:rsidR="00C50554" w:rsidRPr="00C50554" w:rsidRDefault="00C50554" w:rsidP="00C50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Arial"/>
                <w:color w:val="auto"/>
                <w:sz w:val="16"/>
                <w:szCs w:val="16"/>
              </w:rPr>
            </w:pPr>
            <w:r w:rsidRPr="00C50554">
              <w:rPr>
                <w:rFonts w:ascii="Verdana" w:hAnsi="Verdana" w:cs="Arial"/>
                <w:color w:val="auto"/>
                <w:sz w:val="16"/>
                <w:szCs w:val="16"/>
              </w:rPr>
              <w:t xml:space="preserve">Kwalifikacje zawodowe </w:t>
            </w:r>
          </w:p>
          <w:p w14:paraId="34AE4C51" w14:textId="77777777" w:rsidR="00C50554" w:rsidRPr="00C50554" w:rsidRDefault="00C50554" w:rsidP="00C50554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FFEEA" w14:textId="77777777" w:rsidR="00C50554" w:rsidRPr="00C50554" w:rsidRDefault="00C50554" w:rsidP="00C50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Arial"/>
                <w:color w:val="auto"/>
                <w:sz w:val="16"/>
                <w:szCs w:val="16"/>
              </w:rPr>
            </w:pPr>
            <w:r w:rsidRPr="00C50554">
              <w:rPr>
                <w:rFonts w:ascii="Verdana" w:hAnsi="Verdana" w:cs="Arial"/>
                <w:color w:val="auto"/>
                <w:sz w:val="16"/>
                <w:szCs w:val="16"/>
              </w:rPr>
              <w:t>Informacja o podstawie do</w:t>
            </w:r>
          </w:p>
          <w:p w14:paraId="1DB28D21" w14:textId="3FC31E6A" w:rsidR="00C50554" w:rsidRPr="00C50554" w:rsidRDefault="00C50554" w:rsidP="00C50554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</w:pPr>
            <w:r w:rsidRPr="00C50554">
              <w:rPr>
                <w:rFonts w:ascii="Verdana" w:hAnsi="Verdana" w:cs="Arial"/>
                <w:color w:val="auto"/>
                <w:sz w:val="16"/>
                <w:szCs w:val="16"/>
              </w:rPr>
              <w:t>dysponowania tymi osobami</w:t>
            </w:r>
            <w:r w:rsidRPr="00C50554">
              <w:rPr>
                <w:rStyle w:val="Odwoanieprzypisudolnego"/>
                <w:rFonts w:ascii="Verdana" w:hAnsi="Verdana" w:cs="Arial"/>
                <w:color w:val="auto"/>
                <w:sz w:val="16"/>
                <w:szCs w:val="16"/>
              </w:rPr>
              <w:footnoteReference w:id="1"/>
            </w:r>
          </w:p>
        </w:tc>
      </w:tr>
      <w:tr w:rsidR="00740183" w14:paraId="66891CF1" w14:textId="77777777" w:rsidTr="00946049">
        <w:trPr>
          <w:trHeight w:val="1955"/>
        </w:trPr>
        <w:tc>
          <w:tcPr>
            <w:tcW w:w="501" w:type="dxa"/>
            <w:vAlign w:val="center"/>
          </w:tcPr>
          <w:p w14:paraId="676314FA" w14:textId="614D9A4C" w:rsidR="00740183" w:rsidRPr="00C50554" w:rsidRDefault="00740183" w:rsidP="00B627E8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</w:pPr>
            <w:r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>1</w:t>
            </w:r>
          </w:p>
        </w:tc>
        <w:tc>
          <w:tcPr>
            <w:tcW w:w="2029" w:type="dxa"/>
            <w:vAlign w:val="center"/>
          </w:tcPr>
          <w:p w14:paraId="5F289914" w14:textId="06075E85" w:rsidR="00740183" w:rsidRPr="00C50554" w:rsidRDefault="00740183" w:rsidP="007F4784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</w:pPr>
            <w:r w:rsidRPr="00C50554"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>Specjalista ds. analizy danych oraz publikacji</w:t>
            </w:r>
          </w:p>
        </w:tc>
        <w:tc>
          <w:tcPr>
            <w:tcW w:w="1367" w:type="dxa"/>
            <w:vAlign w:val="center"/>
          </w:tcPr>
          <w:p w14:paraId="33858170" w14:textId="77777777" w:rsidR="00740183" w:rsidRPr="00C50554" w:rsidRDefault="00740183" w:rsidP="007F4784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</w:pPr>
          </w:p>
        </w:tc>
        <w:tc>
          <w:tcPr>
            <w:tcW w:w="5289" w:type="dxa"/>
          </w:tcPr>
          <w:p w14:paraId="23C3721E" w14:textId="191520FB" w:rsidR="00740183" w:rsidRPr="00C50554" w:rsidRDefault="00740183" w:rsidP="00C50554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</w:pPr>
            <w:r w:rsidRPr="00C50554"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>Przygotowanie i opublikowanie manuskryptu (artykułu) w czasopiśmie indeksowanym w bazach danych bibliograficznych i naukowych ………………………………………………………………………………. /</w:t>
            </w:r>
            <w:r w:rsidRPr="002E1DBA">
              <w:rPr>
                <w:rFonts w:ascii="Verdana" w:eastAsia="Times New Roman" w:hAnsi="Verdana" w:cs="Tahoma"/>
                <w:i/>
                <w:iCs/>
                <w:color w:val="auto"/>
                <w:spacing w:val="0"/>
                <w:sz w:val="16"/>
                <w:szCs w:val="16"/>
                <w:lang w:eastAsia="x-none"/>
              </w:rPr>
              <w:t>należy wskazać nazwę i źródło publikacji</w:t>
            </w:r>
            <w:r w:rsidRPr="00C50554"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 xml:space="preserve">/ o wskaźniku </w:t>
            </w:r>
            <w:proofErr w:type="spellStart"/>
            <w:r w:rsidRPr="00C50554"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>Impact</w:t>
            </w:r>
            <w:proofErr w:type="spellEnd"/>
            <w:r w:rsidRPr="00C50554"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 xml:space="preserve"> </w:t>
            </w:r>
            <w:proofErr w:type="spellStart"/>
            <w:r w:rsidRPr="00C50554"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>Factor</w:t>
            </w:r>
            <w:proofErr w:type="spellEnd"/>
            <w:r w:rsidRPr="00C50554"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 xml:space="preserve"> przynajmniej 1, o tematyce związanej z biologią glejaków wielopostaciowych, wobec których badana jest aktywność analizowanych limfocytów T gamma-delta</w:t>
            </w:r>
          </w:p>
        </w:tc>
        <w:tc>
          <w:tcPr>
            <w:tcW w:w="1541" w:type="dxa"/>
            <w:vAlign w:val="center"/>
          </w:tcPr>
          <w:p w14:paraId="1BFDA6DE" w14:textId="3E4826D5" w:rsidR="00740183" w:rsidRPr="00C50554" w:rsidRDefault="00740183" w:rsidP="007F4784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</w:pPr>
            <w:r w:rsidRPr="009D0DF9"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>wykształcenie wyższe</w:t>
            </w:r>
          </w:p>
        </w:tc>
        <w:tc>
          <w:tcPr>
            <w:tcW w:w="1621" w:type="dxa"/>
            <w:vAlign w:val="center"/>
          </w:tcPr>
          <w:p w14:paraId="6CF74E70" w14:textId="77777777" w:rsidR="00740183" w:rsidRPr="00C50554" w:rsidRDefault="00740183" w:rsidP="007F4784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</w:pPr>
          </w:p>
        </w:tc>
      </w:tr>
      <w:tr w:rsidR="00946049" w14:paraId="25992856" w14:textId="77777777" w:rsidTr="00946049">
        <w:trPr>
          <w:trHeight w:val="1955"/>
        </w:trPr>
        <w:tc>
          <w:tcPr>
            <w:tcW w:w="501" w:type="dxa"/>
            <w:vAlign w:val="center"/>
          </w:tcPr>
          <w:p w14:paraId="0BFAC417" w14:textId="77777777" w:rsidR="00946049" w:rsidRDefault="00946049" w:rsidP="00B627E8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</w:pPr>
          </w:p>
        </w:tc>
        <w:tc>
          <w:tcPr>
            <w:tcW w:w="2029" w:type="dxa"/>
            <w:vAlign w:val="center"/>
          </w:tcPr>
          <w:p w14:paraId="2E415A95" w14:textId="77777777" w:rsidR="00946049" w:rsidRPr="00C50554" w:rsidRDefault="00946049" w:rsidP="007F4784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</w:pPr>
          </w:p>
        </w:tc>
        <w:tc>
          <w:tcPr>
            <w:tcW w:w="1367" w:type="dxa"/>
            <w:vAlign w:val="center"/>
          </w:tcPr>
          <w:p w14:paraId="1C3CD0C3" w14:textId="77777777" w:rsidR="00946049" w:rsidRPr="00C50554" w:rsidRDefault="00946049" w:rsidP="007F4784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</w:pPr>
          </w:p>
        </w:tc>
        <w:tc>
          <w:tcPr>
            <w:tcW w:w="5289" w:type="dxa"/>
          </w:tcPr>
          <w:p w14:paraId="7DA4E25C" w14:textId="77777777" w:rsidR="00946049" w:rsidRDefault="00946049" w:rsidP="00946049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</w:pPr>
            <w:r w:rsidRPr="00F408FA"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 xml:space="preserve">W ramach kryterium nr 2 wskazuję, że Specjalista ds. analizy danych oraz publikacji opublikował następujące manuskrypty (artykuły) </w:t>
            </w:r>
            <w:r w:rsidRPr="00AF0DBD"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>w czasopismach indeksowanych w bazach danych bibliograficznych i naukowych</w:t>
            </w:r>
            <w:r w:rsidRPr="00F408FA"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>:</w:t>
            </w:r>
          </w:p>
          <w:p w14:paraId="398CE08E" w14:textId="77777777" w:rsidR="00946049" w:rsidRPr="00F408FA" w:rsidRDefault="00946049" w:rsidP="00946049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</w:pPr>
          </w:p>
          <w:p w14:paraId="6C8F683F" w14:textId="36F2807C" w:rsidR="00946049" w:rsidRPr="00F408FA" w:rsidRDefault="00946049" w:rsidP="00946049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</w:pPr>
            <w:r w:rsidRPr="00F408FA"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>1)</w:t>
            </w:r>
            <w:r w:rsidRPr="00F408FA"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ab/>
              <w:t>……………………………………………………………………</w:t>
            </w:r>
            <w:r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>……..…</w:t>
            </w:r>
            <w:r w:rsidRPr="00F408FA"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>. (wskazać nazwę i źródło publikacji)</w:t>
            </w:r>
          </w:p>
          <w:p w14:paraId="549F2FB9" w14:textId="0CDEFD29" w:rsidR="00946049" w:rsidRPr="00F408FA" w:rsidRDefault="00946049" w:rsidP="00946049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</w:pPr>
            <w:r w:rsidRPr="00F408FA"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>2)</w:t>
            </w:r>
            <w:r w:rsidRPr="00F408FA"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ab/>
              <w:t>……………………………………………………………………</w:t>
            </w:r>
            <w:r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>………</w:t>
            </w:r>
            <w:r w:rsidRPr="00F408FA"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>…. (wskazać nazwę i źródło publikacji)</w:t>
            </w:r>
          </w:p>
          <w:p w14:paraId="79F6A957" w14:textId="3DD8348D" w:rsidR="00946049" w:rsidRPr="00F408FA" w:rsidRDefault="00946049" w:rsidP="00946049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</w:pPr>
            <w:r w:rsidRPr="00F408FA"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>3)</w:t>
            </w:r>
            <w:r w:rsidRPr="00F408FA"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ab/>
              <w:t>……………………………………………………………</w:t>
            </w:r>
            <w:r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>……………</w:t>
            </w:r>
            <w:r w:rsidRPr="00F408FA"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>……. (wskazać nazwę i źródło publikacji)</w:t>
            </w:r>
          </w:p>
          <w:p w14:paraId="06CB6658" w14:textId="7BE50DF0" w:rsidR="00946049" w:rsidRPr="00F408FA" w:rsidRDefault="00946049" w:rsidP="00946049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</w:pPr>
            <w:r w:rsidRPr="00F408FA"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>4)</w:t>
            </w:r>
            <w:r w:rsidRPr="00F408FA"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ab/>
              <w:t>…………………………………………………………………</w:t>
            </w:r>
            <w:r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>………</w:t>
            </w:r>
            <w:r w:rsidRPr="00F408FA"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>……. (wskazać nazwę i źródło publikacji)</w:t>
            </w:r>
          </w:p>
          <w:p w14:paraId="64A9E442" w14:textId="5726EBB6" w:rsidR="00946049" w:rsidRDefault="00946049" w:rsidP="00946049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</w:pPr>
            <w:r w:rsidRPr="00F408FA"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>5)</w:t>
            </w:r>
            <w:r w:rsidRPr="00F408FA"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ab/>
              <w:t>……………………………………………………………</w:t>
            </w:r>
            <w:r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>…………..</w:t>
            </w:r>
            <w:r w:rsidRPr="00F408FA"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>…</w:t>
            </w:r>
            <w:r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 xml:space="preserve">…… </w:t>
            </w:r>
          </w:p>
          <w:p w14:paraId="4421FBA3" w14:textId="7FF4929F" w:rsidR="00946049" w:rsidRPr="00F408FA" w:rsidRDefault="00946049" w:rsidP="00946049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</w:pPr>
            <w:r w:rsidRPr="00F408FA"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>(wskazać nazwę i źródło publikacji)</w:t>
            </w:r>
          </w:p>
          <w:p w14:paraId="64217904" w14:textId="546EE4B6" w:rsidR="00946049" w:rsidRPr="00C50554" w:rsidRDefault="00946049" w:rsidP="00946049">
            <w:pPr>
              <w:spacing w:after="0" w:line="240" w:lineRule="auto"/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</w:pPr>
          </w:p>
        </w:tc>
        <w:tc>
          <w:tcPr>
            <w:tcW w:w="1541" w:type="dxa"/>
            <w:vAlign w:val="center"/>
          </w:tcPr>
          <w:p w14:paraId="732C86C9" w14:textId="77777777" w:rsidR="00946049" w:rsidRPr="009D0DF9" w:rsidRDefault="00946049" w:rsidP="007F4784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</w:pPr>
          </w:p>
        </w:tc>
        <w:tc>
          <w:tcPr>
            <w:tcW w:w="1621" w:type="dxa"/>
            <w:vAlign w:val="center"/>
          </w:tcPr>
          <w:p w14:paraId="0E3BC249" w14:textId="77777777" w:rsidR="00946049" w:rsidRPr="00C50554" w:rsidRDefault="00946049" w:rsidP="007F4784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</w:pPr>
          </w:p>
        </w:tc>
      </w:tr>
      <w:tr w:rsidR="00295C47" w:rsidRPr="00C50554" w14:paraId="02B01F5B" w14:textId="77777777" w:rsidTr="00946049">
        <w:tc>
          <w:tcPr>
            <w:tcW w:w="501" w:type="dxa"/>
            <w:vAlign w:val="center"/>
          </w:tcPr>
          <w:p w14:paraId="12961170" w14:textId="77777777" w:rsidR="00295C47" w:rsidRPr="00C50554" w:rsidRDefault="00295C47" w:rsidP="003D535F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</w:pPr>
            <w:r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>1</w:t>
            </w:r>
          </w:p>
        </w:tc>
        <w:tc>
          <w:tcPr>
            <w:tcW w:w="2029" w:type="dxa"/>
            <w:vAlign w:val="center"/>
          </w:tcPr>
          <w:p w14:paraId="2227C005" w14:textId="77777777" w:rsidR="00295C47" w:rsidRPr="00C50554" w:rsidRDefault="00295C47" w:rsidP="003D535F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</w:pPr>
            <w:r w:rsidRPr="007D3845"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>Specjalista ds. przygotowania bibliotek do sekwencjonowania i sekwencjonowania wysokoprzepustowego</w:t>
            </w:r>
          </w:p>
        </w:tc>
        <w:tc>
          <w:tcPr>
            <w:tcW w:w="1367" w:type="dxa"/>
            <w:vAlign w:val="center"/>
          </w:tcPr>
          <w:p w14:paraId="69FE3A7C" w14:textId="77777777" w:rsidR="00295C47" w:rsidRPr="00C50554" w:rsidRDefault="00295C47" w:rsidP="003D535F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</w:pPr>
          </w:p>
        </w:tc>
        <w:tc>
          <w:tcPr>
            <w:tcW w:w="5289" w:type="dxa"/>
            <w:vAlign w:val="center"/>
          </w:tcPr>
          <w:p w14:paraId="59168980" w14:textId="77777777" w:rsidR="00295C47" w:rsidRPr="00C50554" w:rsidRDefault="00295C47" w:rsidP="003D535F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</w:pPr>
            <w:r w:rsidRPr="00FF7913"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>…….. lat</w:t>
            </w:r>
            <w:r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 xml:space="preserve"> </w:t>
            </w:r>
            <w:r w:rsidRPr="00E429DC">
              <w:rPr>
                <w:rFonts w:ascii="Verdana" w:eastAsia="Times New Roman" w:hAnsi="Verdana" w:cs="Tahoma"/>
                <w:i/>
                <w:iCs/>
                <w:color w:val="auto"/>
                <w:spacing w:val="0"/>
                <w:sz w:val="16"/>
                <w:szCs w:val="16"/>
                <w:lang w:eastAsia="x-none"/>
              </w:rPr>
              <w:t>/należy wskazać okres doświadczenia/</w:t>
            </w:r>
            <w:r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 xml:space="preserve"> </w:t>
            </w:r>
            <w:r w:rsidRPr="002E1641"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>doświadcze</w:t>
            </w:r>
            <w:r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>nie</w:t>
            </w:r>
            <w:r w:rsidRPr="002E1641"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 xml:space="preserve"> w obszarze preparatyki próbek do sekwencjonowania materiału genetycznego i wykonywania sekwencjonowania tego materiału</w:t>
            </w:r>
          </w:p>
        </w:tc>
        <w:tc>
          <w:tcPr>
            <w:tcW w:w="1541" w:type="dxa"/>
            <w:vAlign w:val="center"/>
          </w:tcPr>
          <w:p w14:paraId="50A5E743" w14:textId="77777777" w:rsidR="00295C47" w:rsidRPr="00C50554" w:rsidRDefault="00295C47" w:rsidP="003D535F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</w:pPr>
          </w:p>
        </w:tc>
        <w:tc>
          <w:tcPr>
            <w:tcW w:w="1621" w:type="dxa"/>
            <w:vAlign w:val="center"/>
          </w:tcPr>
          <w:p w14:paraId="07A5E789" w14:textId="77777777" w:rsidR="00295C47" w:rsidRPr="00C50554" w:rsidRDefault="00295C47" w:rsidP="003D535F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</w:pPr>
          </w:p>
        </w:tc>
      </w:tr>
      <w:tr w:rsidR="00295C47" w:rsidRPr="00C50554" w14:paraId="26B05D1F" w14:textId="77777777" w:rsidTr="00946049">
        <w:tc>
          <w:tcPr>
            <w:tcW w:w="501" w:type="dxa"/>
            <w:vAlign w:val="center"/>
          </w:tcPr>
          <w:p w14:paraId="39AF9C75" w14:textId="77777777" w:rsidR="00295C47" w:rsidRPr="00C50554" w:rsidRDefault="00295C47" w:rsidP="003D535F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</w:pPr>
            <w:r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>2</w:t>
            </w:r>
          </w:p>
        </w:tc>
        <w:tc>
          <w:tcPr>
            <w:tcW w:w="2029" w:type="dxa"/>
            <w:vAlign w:val="center"/>
          </w:tcPr>
          <w:p w14:paraId="21120967" w14:textId="77777777" w:rsidR="00295C47" w:rsidRPr="00C50554" w:rsidRDefault="00295C47" w:rsidP="003D535F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</w:pPr>
            <w:r w:rsidRPr="00235977"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 xml:space="preserve">Specjalista ds. analizy </w:t>
            </w:r>
            <w:proofErr w:type="spellStart"/>
            <w:r w:rsidRPr="00235977"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>bioinformatycznej</w:t>
            </w:r>
            <w:proofErr w:type="spellEnd"/>
            <w:r w:rsidRPr="00235977"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 xml:space="preserve"> danych sekwencjonowania wysokoprzepustowego</w:t>
            </w:r>
          </w:p>
        </w:tc>
        <w:tc>
          <w:tcPr>
            <w:tcW w:w="1367" w:type="dxa"/>
            <w:vAlign w:val="center"/>
          </w:tcPr>
          <w:p w14:paraId="4BFF772E" w14:textId="77777777" w:rsidR="00295C47" w:rsidRPr="00C50554" w:rsidRDefault="00295C47" w:rsidP="003D535F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</w:pPr>
          </w:p>
        </w:tc>
        <w:tc>
          <w:tcPr>
            <w:tcW w:w="5289" w:type="dxa"/>
            <w:vAlign w:val="center"/>
          </w:tcPr>
          <w:p w14:paraId="228BF37C" w14:textId="77777777" w:rsidR="00295C47" w:rsidRDefault="00295C47" w:rsidP="003D535F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</w:pPr>
          </w:p>
          <w:p w14:paraId="6E08925E" w14:textId="77777777" w:rsidR="00295C47" w:rsidRPr="00C34A7A" w:rsidRDefault="00295C47" w:rsidP="003D535F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</w:pPr>
            <w:r w:rsidRPr="00FF7913"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>…….. lat</w:t>
            </w:r>
            <w:r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 xml:space="preserve"> </w:t>
            </w:r>
            <w:r w:rsidRPr="00E429DC">
              <w:rPr>
                <w:rFonts w:ascii="Verdana" w:eastAsia="Times New Roman" w:hAnsi="Verdana" w:cs="Tahoma"/>
                <w:i/>
                <w:iCs/>
                <w:color w:val="auto"/>
                <w:spacing w:val="0"/>
                <w:sz w:val="16"/>
                <w:szCs w:val="16"/>
                <w:lang w:eastAsia="x-none"/>
              </w:rPr>
              <w:t>/należy wskazać okres doświadczenia/</w:t>
            </w:r>
            <w:r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 xml:space="preserve"> </w:t>
            </w:r>
            <w:r w:rsidRPr="00C34A7A"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>doświadczeni</w:t>
            </w:r>
            <w:r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>e</w:t>
            </w:r>
            <w:r w:rsidRPr="00C34A7A"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 xml:space="preserve"> w obszarze analiz </w:t>
            </w:r>
            <w:proofErr w:type="spellStart"/>
            <w:r w:rsidRPr="00C34A7A"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>bioinformatycznych</w:t>
            </w:r>
            <w:proofErr w:type="spellEnd"/>
            <w:r w:rsidRPr="00C34A7A"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  <w:t xml:space="preserve"> danych uzyskanych w procesie sekwencjonowania materiału genetycznego</w:t>
            </w:r>
          </w:p>
          <w:p w14:paraId="59E41470" w14:textId="77777777" w:rsidR="00295C47" w:rsidRPr="00C50554" w:rsidRDefault="00295C47" w:rsidP="003D535F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</w:pPr>
          </w:p>
        </w:tc>
        <w:tc>
          <w:tcPr>
            <w:tcW w:w="1541" w:type="dxa"/>
            <w:vAlign w:val="center"/>
          </w:tcPr>
          <w:p w14:paraId="1DF0E2EF" w14:textId="77777777" w:rsidR="00295C47" w:rsidRPr="00C50554" w:rsidRDefault="00295C47" w:rsidP="003D535F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</w:pPr>
          </w:p>
        </w:tc>
        <w:tc>
          <w:tcPr>
            <w:tcW w:w="1621" w:type="dxa"/>
            <w:vAlign w:val="center"/>
          </w:tcPr>
          <w:p w14:paraId="3D3EA0EC" w14:textId="77777777" w:rsidR="00295C47" w:rsidRPr="00C50554" w:rsidRDefault="00295C47" w:rsidP="003D535F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auto"/>
                <w:spacing w:val="0"/>
                <w:sz w:val="16"/>
                <w:szCs w:val="16"/>
                <w:lang w:eastAsia="x-none"/>
              </w:rPr>
            </w:pPr>
          </w:p>
        </w:tc>
      </w:tr>
    </w:tbl>
    <w:p w14:paraId="4F2954DE" w14:textId="77777777" w:rsidR="003E5025" w:rsidRPr="002B24A7" w:rsidRDefault="003E5025" w:rsidP="00312626">
      <w:pPr>
        <w:spacing w:after="0" w:line="240" w:lineRule="auto"/>
        <w:jc w:val="left"/>
        <w:rPr>
          <w:rFonts w:ascii="Verdana" w:eastAsia="Times New Roman" w:hAnsi="Verdana" w:cs="Arial"/>
          <w:color w:val="auto"/>
          <w:spacing w:val="0"/>
          <w:sz w:val="18"/>
          <w:szCs w:val="18"/>
          <w:lang w:eastAsia="pl-PL"/>
        </w:rPr>
      </w:pPr>
    </w:p>
    <w:p w14:paraId="4C05E9D8" w14:textId="1941F2C1" w:rsidR="000821E4" w:rsidRPr="00FE546E" w:rsidRDefault="000821E4" w:rsidP="00FE546E">
      <w:pPr>
        <w:jc w:val="center"/>
        <w:rPr>
          <w:b/>
          <w:bCs/>
          <w:color w:val="FF0000"/>
          <w:sz w:val="18"/>
          <w:szCs w:val="18"/>
        </w:rPr>
      </w:pPr>
      <w:r w:rsidRPr="00FE546E">
        <w:rPr>
          <w:b/>
          <w:bCs/>
          <w:color w:val="FF0000"/>
          <w:sz w:val="18"/>
          <w:szCs w:val="18"/>
        </w:rPr>
        <w:t>Wykaz osób winien być sporządzony w formie elektronicznej lub w postaci elektronicznej opatrzonej podpisem zaufanym lub podpisem osobistym.</w:t>
      </w:r>
    </w:p>
    <w:p w14:paraId="33D60FD1" w14:textId="77777777" w:rsidR="000821E4" w:rsidRPr="00A04692" w:rsidRDefault="000821E4" w:rsidP="00312626">
      <w:pPr>
        <w:spacing w:after="0" w:line="240" w:lineRule="auto"/>
        <w:jc w:val="left"/>
        <w:rPr>
          <w:rFonts w:ascii="Verdana" w:eastAsia="Times New Roman" w:hAnsi="Verdana" w:cs="Arial"/>
          <w:color w:val="auto"/>
          <w:spacing w:val="0"/>
          <w:sz w:val="18"/>
          <w:szCs w:val="18"/>
          <w:lang w:eastAsia="pl-PL"/>
        </w:rPr>
      </w:pPr>
    </w:p>
    <w:sectPr w:rsidR="000821E4" w:rsidRPr="00A04692" w:rsidSect="00746BFE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426" w:right="2325" w:bottom="1021" w:left="2155" w:header="709" w:footer="10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0F8B0" w14:textId="77777777" w:rsidR="000C28F5" w:rsidRDefault="000C28F5" w:rsidP="006747BD">
      <w:pPr>
        <w:spacing w:after="0" w:line="240" w:lineRule="auto"/>
      </w:pPr>
      <w:r>
        <w:separator/>
      </w:r>
    </w:p>
  </w:endnote>
  <w:endnote w:type="continuationSeparator" w:id="0">
    <w:p w14:paraId="32E8EFB0" w14:textId="77777777" w:rsidR="000C28F5" w:rsidRDefault="000C28F5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62054013"/>
      <w:docPartObj>
        <w:docPartGallery w:val="Page Numbers (Bottom of Page)"/>
        <w:docPartUnique/>
      </w:docPartObj>
    </w:sdtPr>
    <w:sdtContent>
      <w:sdt>
        <w:sdtPr>
          <w:id w:val="589131884"/>
          <w:docPartObj>
            <w:docPartGallery w:val="Page Numbers (Top of Page)"/>
            <w:docPartUnique/>
          </w:docPartObj>
        </w:sdtPr>
        <w:sdtContent>
          <w:p w14:paraId="129376C6" w14:textId="1EBC89F4" w:rsidR="00292B8C" w:rsidRDefault="00292B8C" w:rsidP="00292B8C">
            <w:pPr>
              <w:pStyle w:val="Stopka"/>
              <w:jc w:val="center"/>
            </w:pPr>
            <w:r w:rsidRPr="00FA2081">
              <w:rPr>
                <w:b w:val="0"/>
                <w:bCs/>
                <w:color w:val="808080" w:themeColor="text2"/>
                <w:sz w:val="12"/>
                <w:szCs w:val="12"/>
              </w:rPr>
              <w:t xml:space="preserve">Projekt pn. „Optymalizacja selekcji dawców krwi do produkcji terapeutycznych limfocytów T gamma-delta w leczeniu złośliwych nowotworów mózgu", finansowany przez Agencję Badań Medycznych, w ramach Krajowego Planu Odbudowy i Zwiększania Odporności, będącego elementem </w:t>
            </w:r>
            <w:r w:rsidRPr="00FA2081">
              <w:rPr>
                <w:b w:val="0"/>
                <w:bCs/>
                <w:i/>
                <w:iCs/>
                <w:color w:val="808080" w:themeColor="text2"/>
                <w:sz w:val="12"/>
                <w:szCs w:val="12"/>
              </w:rPr>
              <w:t>Inwestycji D3.1.1 Kompleksowy rozwój badań w zakresie nauk medycznych i nauk o zdrowiu</w:t>
            </w:r>
            <w:r w:rsidRPr="00FA2081">
              <w:rPr>
                <w:b w:val="0"/>
                <w:bCs/>
                <w:color w:val="808080" w:themeColor="text2"/>
                <w:sz w:val="12"/>
                <w:szCs w:val="12"/>
              </w:rPr>
              <w:t>, na podstawie umowy nr</w:t>
            </w:r>
            <w:r w:rsidRPr="00FA2081">
              <w:rPr>
                <w:color w:val="808080" w:themeColor="text2"/>
                <w:sz w:val="12"/>
                <w:szCs w:val="12"/>
              </w:rPr>
              <w:t xml:space="preserve"> </w:t>
            </w:r>
            <w:r w:rsidRPr="00FA2081">
              <w:rPr>
                <w:b w:val="0"/>
                <w:bCs/>
                <w:color w:val="808080" w:themeColor="text2"/>
                <w:sz w:val="12"/>
                <w:szCs w:val="12"/>
              </w:rPr>
              <w:t>2024/ABM/03/KPO/KPOD.07.07-IW.07-0131/24-00</w:t>
            </w:r>
          </w:p>
          <w:p w14:paraId="75F7894E" w14:textId="05898AE7" w:rsidR="00D20EDA" w:rsidRDefault="00292B8C" w:rsidP="00292B8C">
            <w:pPr>
              <w:pStyle w:val="Stopka"/>
              <w:jc w:val="center"/>
            </w:pPr>
            <w:r w:rsidRPr="00AD1A82">
              <w:rPr>
                <w:noProof/>
              </w:rPr>
              <w:drawing>
                <wp:inline distT="0" distB="0" distL="0" distR="0" wp14:anchorId="08A27139" wp14:editId="5ADE5F1D">
                  <wp:extent cx="5183505" cy="659765"/>
                  <wp:effectExtent l="0" t="0" r="0" b="698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3505" cy="659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2A7FA9" w14:textId="533D6925" w:rsidR="00D40690" w:rsidRDefault="00D40690" w:rsidP="00932558">
            <w:pPr>
              <w:pStyle w:val="Stopka"/>
              <w:jc w:val="left"/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7C781B">
              <w:rPr>
                <w:bCs/>
                <w:noProof/>
              </w:rPr>
              <w:t>3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7C781B">
              <w:rPr>
                <w:bCs/>
                <w:noProof/>
              </w:rPr>
              <w:t>3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070375C" w14:textId="45374D32" w:rsidR="00D40690" w:rsidRDefault="00746BFE">
    <w:pPr>
      <w:pStyle w:val="Stopka"/>
    </w:pP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4864" behindDoc="1" locked="1" layoutInCell="1" allowOverlap="1" wp14:anchorId="75994C94" wp14:editId="151BCCAB">
              <wp:simplePos x="0" y="0"/>
              <wp:positionH relativeFrom="margin">
                <wp:posOffset>0</wp:posOffset>
              </wp:positionH>
              <wp:positionV relativeFrom="page">
                <wp:posOffset>6736715</wp:posOffset>
              </wp:positionV>
              <wp:extent cx="4269600" cy="439200"/>
              <wp:effectExtent l="0" t="0" r="0" b="0"/>
              <wp:wrapNone/>
              <wp:docPr id="52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6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1B0CD1" w14:textId="77777777" w:rsidR="00746BFE" w:rsidRDefault="00746BFE" w:rsidP="00746BFE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45C79567" w14:textId="77777777" w:rsidR="00746BFE" w:rsidRDefault="00746BFE" w:rsidP="00746BFE">
                          <w:pPr>
                            <w:pStyle w:val="LukStopka-adres"/>
                          </w:pPr>
                          <w:r>
                            <w:t>54-066 Wrocław, ul. Stabłowicka 147, +48 71 734 77 77, biuro@port.lukasiewicz.gov.pl</w:t>
                          </w:r>
                        </w:p>
                        <w:p w14:paraId="14BB7B58" w14:textId="77777777" w:rsidR="00746BFE" w:rsidRDefault="00746BFE" w:rsidP="00746BFE">
                          <w:pPr>
                            <w:pStyle w:val="LukStopka-adres"/>
                          </w:pPr>
                          <w:r>
                            <w:t>Sąd Rejonowy dla Wrocławia – Fabrycznej we Wrocławiu, VI Wydział Gospodarczy KRS</w:t>
                          </w:r>
                        </w:p>
                        <w:p w14:paraId="77779A29" w14:textId="77777777" w:rsidR="00746BFE" w:rsidRPr="00ED7972" w:rsidRDefault="00746BFE" w:rsidP="00746BFE">
                          <w:pPr>
                            <w:pStyle w:val="LukStopka-adres"/>
                          </w:pPr>
                          <w:r>
                            <w:t>KRS: 0000850580, NIP: 894 314 05 23, REGON: 386585168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994C94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0;margin-top:530.45pt;width:336.2pt;height:34.6pt;z-index:-251631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" filled="f" stroked="f">
              <o:lock v:ext="edit" aspectratio="t"/>
              <v:textbox style="mso-fit-shape-to-text:t" inset="0,0,0,0">
                <w:txbxContent>
                  <w:p w14:paraId="411B0CD1" w14:textId="77777777" w:rsidR="00746BFE" w:rsidRDefault="00746BFE" w:rsidP="00746BFE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45C79567" w14:textId="77777777" w:rsidR="00746BFE" w:rsidRDefault="00746BFE" w:rsidP="00746BFE">
                    <w:pPr>
                      <w:pStyle w:val="LukStopka-adres"/>
                    </w:pPr>
                    <w:r>
                      <w:t>54-066 Wrocław, ul. Stabłowicka 147, +48 71 734 77 77, biuro@port.lukasiewicz.gov.pl</w:t>
                    </w:r>
                  </w:p>
                  <w:p w14:paraId="14BB7B58" w14:textId="77777777" w:rsidR="00746BFE" w:rsidRDefault="00746BFE" w:rsidP="00746BFE">
                    <w:pPr>
                      <w:pStyle w:val="LukStopka-adres"/>
                    </w:pPr>
                    <w:r>
                      <w:t>Sąd Rejonowy dla Wrocławia – Fabrycznej we Wrocławiu, VI Wydział Gospodarczy KRS</w:t>
                    </w:r>
                  </w:p>
                  <w:p w14:paraId="77779A29" w14:textId="77777777" w:rsidR="00746BFE" w:rsidRPr="00ED7972" w:rsidRDefault="00746BFE" w:rsidP="00746BFE">
                    <w:pPr>
                      <w:pStyle w:val="LukStopka-adres"/>
                    </w:pPr>
                    <w:r>
                      <w:t>KRS: 0000850580, NIP: 894 314 05 23, REGON: 386585168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Pr="00DA52A1">
      <w:rPr>
        <w:noProof/>
        <w:lang w:eastAsia="pl-PL"/>
      </w:rPr>
      <w:drawing>
        <wp:anchor distT="0" distB="0" distL="114300" distR="114300" simplePos="0" relativeHeight="251682816" behindDoc="1" locked="1" layoutInCell="1" allowOverlap="1" wp14:anchorId="7069CBBA" wp14:editId="22501630">
          <wp:simplePos x="0" y="0"/>
          <wp:positionH relativeFrom="page">
            <wp:align>right</wp:align>
          </wp:positionH>
          <wp:positionV relativeFrom="page">
            <wp:posOffset>6679565</wp:posOffset>
          </wp:positionV>
          <wp:extent cx="1230630" cy="848995"/>
          <wp:effectExtent l="0" t="0" r="0" b="0"/>
          <wp:wrapNone/>
          <wp:docPr id="51" name="Obraz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0630" cy="848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A52A1" w:rsidRPr="00DA52A1">
      <w:rPr>
        <w:noProof/>
        <w:lang w:eastAsia="pl-PL"/>
      </w:rPr>
      <w:drawing>
        <wp:anchor distT="0" distB="0" distL="114300" distR="114300" simplePos="0" relativeHeight="251671552" behindDoc="1" locked="1" layoutInCell="1" allowOverlap="1" wp14:anchorId="38C1D548" wp14:editId="7F1FF422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46" name="Obraz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A52A1"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07E5B969" wp14:editId="1306AAC4">
              <wp:simplePos x="0" y="0"/>
              <wp:positionH relativeFrom="margin">
                <wp:posOffset>-4445</wp:posOffset>
              </wp:positionH>
              <wp:positionV relativeFrom="page">
                <wp:posOffset>9822180</wp:posOffset>
              </wp:positionV>
              <wp:extent cx="4269600" cy="439200"/>
              <wp:effectExtent l="0" t="0" r="0" b="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6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9EA198" w14:textId="77777777" w:rsidR="00A4666C" w:rsidRDefault="00A4666C" w:rsidP="00A4666C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43AA2D7E" w14:textId="77777777" w:rsidR="00A4666C" w:rsidRDefault="00A4666C" w:rsidP="00A4666C">
                          <w:pPr>
                            <w:pStyle w:val="LukStopka-adres"/>
                          </w:pPr>
                          <w:r>
                            <w:t>54-066 Wrocław, ul. Stabłowicka 147, Tel: +48 71 734 77 77, Fax: +48 71 720 16 00</w:t>
                          </w:r>
                        </w:p>
                        <w:p w14:paraId="72A01C7A" w14:textId="77777777" w:rsidR="00A4666C" w:rsidRPr="00F76B97" w:rsidRDefault="00A4666C" w:rsidP="00A4666C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F76B97">
                            <w:rPr>
                              <w:lang w:val="en-US"/>
                            </w:rPr>
                            <w:t>E-mail: biuro@port.org.pl | NIP: 894 314 05 23, REGON: 020671635</w:t>
                          </w:r>
                        </w:p>
                        <w:p w14:paraId="03716F22" w14:textId="77777777" w:rsidR="00ED7972" w:rsidRDefault="00ED7972" w:rsidP="00ED7972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31C113BD" w14:textId="77777777" w:rsidR="00DA52A1" w:rsidRPr="00ED7972" w:rsidRDefault="00ED7972" w:rsidP="006F645A">
                          <w:pPr>
                            <w:pStyle w:val="LukStopka-adres"/>
                          </w:pPr>
                          <w:r>
                            <w:t>Nr KRS: 0000300736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E5B969" id="_x0000_s1027" type="#_x0000_t202" style="position:absolute;left:0;text-align:left;margin-left:-.35pt;margin-top:773.4pt;width:336.2pt;height:34.6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" filled="f" stroked="f">
              <o:lock v:ext="edit" aspectratio="t"/>
              <v:textbox style="mso-fit-shape-to-text:t" inset="0,0,0,0">
                <w:txbxContent>
                  <w:p w14:paraId="3F9EA198" w14:textId="77777777" w:rsidR="00A4666C" w:rsidRDefault="00A4666C" w:rsidP="00A4666C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43AA2D7E" w14:textId="77777777" w:rsidR="00A4666C" w:rsidRDefault="00A4666C" w:rsidP="00A4666C">
                    <w:pPr>
                      <w:pStyle w:val="LukStopka-adres"/>
                    </w:pPr>
                    <w:r>
                      <w:t>54-066 Wrocław, ul. Stabłowicka 147, Tel: +48 71 734 77 77, Fax: +48 71 720 16 00</w:t>
                    </w:r>
                  </w:p>
                  <w:p w14:paraId="72A01C7A" w14:textId="77777777" w:rsidR="00A4666C" w:rsidRPr="00F76B97" w:rsidRDefault="00A4666C" w:rsidP="00A4666C">
                    <w:pPr>
                      <w:pStyle w:val="LukStopka-adres"/>
                      <w:rPr>
                        <w:lang w:val="en-US"/>
                      </w:rPr>
                    </w:pPr>
                    <w:r w:rsidRPr="00F76B97">
                      <w:rPr>
                        <w:lang w:val="en-US"/>
                      </w:rPr>
                      <w:t>E-mail: biuro@port.org.pl | NIP: 894 314 05 23, REGON: 020671635</w:t>
                    </w:r>
                  </w:p>
                  <w:p w14:paraId="03716F22" w14:textId="77777777" w:rsidR="00ED7972" w:rsidRDefault="00ED7972" w:rsidP="00ED7972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31C113BD" w14:textId="77777777" w:rsidR="00DA52A1" w:rsidRPr="00ED7972" w:rsidRDefault="00ED7972" w:rsidP="006F645A">
                    <w:pPr>
                      <w:pStyle w:val="LukStopka-adres"/>
                    </w:pPr>
                    <w:r>
                      <w:t>Nr KRS: 0000300736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C20B8" w14:textId="00D48D03" w:rsidR="00292B8C" w:rsidRDefault="00292B8C" w:rsidP="00292B8C">
    <w:pPr>
      <w:pStyle w:val="Stopka"/>
      <w:jc w:val="center"/>
    </w:pPr>
    <w:r w:rsidRPr="00FA2081">
      <w:rPr>
        <w:b w:val="0"/>
        <w:bCs/>
        <w:color w:val="808080" w:themeColor="text2"/>
        <w:sz w:val="12"/>
        <w:szCs w:val="12"/>
      </w:rPr>
      <w:t xml:space="preserve">Projekt pn. „Optymalizacja selekcji dawców krwi do produkcji terapeutycznych limfocytów T gamma-delta w leczeniu złośliwych nowotworów mózgu", finansowany przez Agencję Badań Medycznych, w ramach Krajowego Planu Odbudowy i Zwiększania Odporności, będącego elementem </w:t>
    </w:r>
    <w:r w:rsidRPr="00FA2081">
      <w:rPr>
        <w:b w:val="0"/>
        <w:bCs/>
        <w:i/>
        <w:iCs/>
        <w:color w:val="808080" w:themeColor="text2"/>
        <w:sz w:val="12"/>
        <w:szCs w:val="12"/>
      </w:rPr>
      <w:t>Inwestycji D3.1.1 Kompleksowy rozwój badań w zakresie nauk medycznych i nauk o zdrowiu</w:t>
    </w:r>
    <w:r w:rsidRPr="00FA2081">
      <w:rPr>
        <w:b w:val="0"/>
        <w:bCs/>
        <w:color w:val="808080" w:themeColor="text2"/>
        <w:sz w:val="12"/>
        <w:szCs w:val="12"/>
      </w:rPr>
      <w:t>, na podstawie umowy nr</w:t>
    </w:r>
    <w:r w:rsidRPr="00FA2081">
      <w:rPr>
        <w:color w:val="808080" w:themeColor="text2"/>
        <w:sz w:val="12"/>
        <w:szCs w:val="12"/>
      </w:rPr>
      <w:t xml:space="preserve"> </w:t>
    </w:r>
    <w:r w:rsidRPr="00FA2081">
      <w:rPr>
        <w:b w:val="0"/>
        <w:bCs/>
        <w:color w:val="808080" w:themeColor="text2"/>
        <w:sz w:val="12"/>
        <w:szCs w:val="12"/>
      </w:rPr>
      <w:t>2024/ABM/03/KPO/KPOD.07.07-IW.07-0131/24-00</w:t>
    </w:r>
  </w:p>
  <w:p w14:paraId="0936A52E" w14:textId="75324B55" w:rsidR="004F5805" w:rsidRPr="00D40690" w:rsidRDefault="00292B8C" w:rsidP="00292B8C">
    <w:pPr>
      <w:pStyle w:val="Stopka"/>
      <w:jc w:val="center"/>
    </w:pPr>
    <w:r w:rsidRPr="00AD1A82">
      <w:rPr>
        <w:noProof/>
      </w:rPr>
      <w:drawing>
        <wp:inline distT="0" distB="0" distL="0" distR="0" wp14:anchorId="2580F245" wp14:editId="5EDAFFC8">
          <wp:extent cx="5183505" cy="659765"/>
          <wp:effectExtent l="0" t="0" r="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3505" cy="659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6B879E" w14:textId="4932EFD8" w:rsidR="003F4BA3" w:rsidRPr="00D06D36" w:rsidRDefault="00746BFE" w:rsidP="00D06D36">
    <w:pPr>
      <w:pStyle w:val="LukStopka-adres"/>
      <w:rPr>
        <w:spacing w:val="2"/>
      </w:rPr>
    </w:pPr>
    <w:r w:rsidRPr="00DA52A1">
      <w:rPr>
        <w:lang w:eastAsia="pl-PL"/>
      </w:rPr>
      <w:drawing>
        <wp:anchor distT="0" distB="0" distL="114300" distR="114300" simplePos="0" relativeHeight="251680768" behindDoc="1" locked="1" layoutInCell="1" allowOverlap="1" wp14:anchorId="42280311" wp14:editId="6C66FC13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230630" cy="848995"/>
          <wp:effectExtent l="0" t="0" r="0" b="0"/>
          <wp:wrapNone/>
          <wp:docPr id="1169851546" name="Obraz 11698515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0630" cy="848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52A1">
      <w:rPr>
        <w:lang w:eastAsia="pl-PL"/>
      </w:rPr>
      <mc:AlternateContent>
        <mc:Choice Requires="wps">
          <w:drawing>
            <wp:anchor distT="0" distB="0" distL="114300" distR="114300" simplePos="0" relativeHeight="251678720" behindDoc="1" locked="1" layoutInCell="1" allowOverlap="1" wp14:anchorId="6A3F3D26" wp14:editId="1719C1C0">
              <wp:simplePos x="0" y="0"/>
              <wp:positionH relativeFrom="margin">
                <wp:posOffset>0</wp:posOffset>
              </wp:positionH>
              <wp:positionV relativeFrom="page">
                <wp:posOffset>6783070</wp:posOffset>
              </wp:positionV>
              <wp:extent cx="4269600" cy="439200"/>
              <wp:effectExtent l="0" t="0" r="0" b="0"/>
              <wp:wrapNone/>
              <wp:docPr id="50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6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961524C" w14:textId="77777777" w:rsidR="00746BFE" w:rsidRDefault="00746BFE" w:rsidP="00746BFE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359F03B4" w14:textId="77777777" w:rsidR="00746BFE" w:rsidRDefault="00746BFE" w:rsidP="00746BFE">
                          <w:pPr>
                            <w:pStyle w:val="LukStopka-adres"/>
                          </w:pPr>
                          <w:r>
                            <w:t>54-066 Wrocław, ul. Stabłowicka 147, +48 71 734 77 77, biuro@port.lukasiewicz.gov.pl</w:t>
                          </w:r>
                        </w:p>
                        <w:p w14:paraId="305DDEEB" w14:textId="77777777" w:rsidR="00746BFE" w:rsidRDefault="00746BFE" w:rsidP="00746BFE">
                          <w:pPr>
                            <w:pStyle w:val="LukStopka-adres"/>
                          </w:pPr>
                          <w:r>
                            <w:t>Sąd Rejonowy dla Wrocławia – Fabrycznej we Wrocławiu, VI Wydział Gospodarczy KRS</w:t>
                          </w:r>
                        </w:p>
                        <w:p w14:paraId="1C3D9EA3" w14:textId="77777777" w:rsidR="00746BFE" w:rsidRPr="00ED7972" w:rsidRDefault="00746BFE" w:rsidP="00746BFE">
                          <w:pPr>
                            <w:pStyle w:val="LukStopka-adres"/>
                          </w:pPr>
                          <w:r>
                            <w:t>KRS: 0000850580, NIP: 894 314 05 23, REGON: 386585168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3F3D26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534.1pt;width:336.2pt;height:34.6pt;z-index:-251637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" filled="f" stroked="f">
              <o:lock v:ext="edit" aspectratio="t"/>
              <v:textbox style="mso-fit-shape-to-text:t" inset="0,0,0,0">
                <w:txbxContent>
                  <w:p w14:paraId="4961524C" w14:textId="77777777" w:rsidR="00746BFE" w:rsidRDefault="00746BFE" w:rsidP="00746BFE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359F03B4" w14:textId="77777777" w:rsidR="00746BFE" w:rsidRDefault="00746BFE" w:rsidP="00746BFE">
                    <w:pPr>
                      <w:pStyle w:val="LukStopka-adres"/>
                    </w:pPr>
                    <w:r>
                      <w:t>54-066 Wrocław, ul. Stabłowicka 147, +48 71 734 77 77, biuro@port.lukasiewicz.gov.pl</w:t>
                    </w:r>
                  </w:p>
                  <w:p w14:paraId="305DDEEB" w14:textId="77777777" w:rsidR="00746BFE" w:rsidRDefault="00746BFE" w:rsidP="00746BFE">
                    <w:pPr>
                      <w:pStyle w:val="LukStopka-adres"/>
                    </w:pPr>
                    <w:r>
                      <w:t>Sąd Rejonowy dla Wrocławia – Fabrycznej we Wrocławiu, VI Wydział Gospodarczy KRS</w:t>
                    </w:r>
                  </w:p>
                  <w:p w14:paraId="1C3D9EA3" w14:textId="77777777" w:rsidR="00746BFE" w:rsidRPr="00ED7972" w:rsidRDefault="00746BFE" w:rsidP="00746BFE">
                    <w:pPr>
                      <w:pStyle w:val="LukStopka-adres"/>
                    </w:pPr>
                    <w:r>
                      <w:t>KRS: 0000850580, NIP: 894 314 05 23, REGON: 386585168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="004F5805">
      <w:rPr>
        <w:spacing w:val="2"/>
        <w:lang w:eastAsia="pl-PL"/>
      </w:rPr>
      <w:drawing>
        <wp:anchor distT="0" distB="0" distL="114300" distR="114300" simplePos="0" relativeHeight="251661312" behindDoc="1" locked="1" layoutInCell="1" allowOverlap="1" wp14:anchorId="17695B56" wp14:editId="3FE1C0D8">
          <wp:simplePos x="0" y="0"/>
          <wp:positionH relativeFrom="column">
            <wp:posOffset>4594627</wp:posOffset>
          </wp:positionH>
          <wp:positionV relativeFrom="page">
            <wp:posOffset>9846945</wp:posOffset>
          </wp:positionV>
          <wp:extent cx="1231200" cy="849600"/>
          <wp:effectExtent l="0" t="0" r="0" b="0"/>
          <wp:wrapNone/>
          <wp:docPr id="49" name="Obraz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F5805">
      <w:rPr>
        <w:spacing w:val="2"/>
        <w:lang w:eastAsia="pl-PL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AFE6B3" wp14:editId="41323EC3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22288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222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DAF0D82" w14:textId="77777777" w:rsidR="00DA52A1" w:rsidRDefault="00DA52A1" w:rsidP="00DA52A1">
                          <w:pPr>
                            <w:pStyle w:val="LukStopka-adres"/>
                          </w:pPr>
                          <w:r>
                            <w:t xml:space="preserve">Sieć </w:t>
                          </w:r>
                          <w:r w:rsidR="005D102F">
                            <w:t>Badawcza Łukasiewicz – PORT Polski Ośrodek Rozwoju Technologii</w:t>
                          </w:r>
                        </w:p>
                        <w:p w14:paraId="1FA617BC" w14:textId="77777777" w:rsidR="00DA52A1" w:rsidRDefault="005D102F" w:rsidP="00DA52A1">
                          <w:pPr>
                            <w:pStyle w:val="LukStopka-adres"/>
                          </w:pPr>
                          <w:r>
                            <w:t>54-066 Wrocław</w:t>
                          </w:r>
                          <w:r w:rsidR="00DA52A1">
                            <w:t xml:space="preserve">, ul. </w:t>
                          </w:r>
                          <w:r>
                            <w:t>Stabłowicka 147</w:t>
                          </w:r>
                          <w:r w:rsidR="00DA52A1">
                            <w:t xml:space="preserve">, Tel: +48 </w:t>
                          </w:r>
                          <w:r>
                            <w:t>71 734 77 77</w:t>
                          </w:r>
                          <w:r w:rsidR="00DA52A1">
                            <w:t>,</w:t>
                          </w:r>
                          <w:r w:rsidR="00A4666C">
                            <w:t xml:space="preserve"> Fax: +48 71 720 16 00</w:t>
                          </w:r>
                        </w:p>
                        <w:p w14:paraId="41E9432A" w14:textId="77777777" w:rsidR="00DA52A1" w:rsidRPr="00F76B97" w:rsidRDefault="00DA52A1" w:rsidP="00DA52A1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F76B97">
                            <w:rPr>
                              <w:lang w:val="en-US"/>
                            </w:rPr>
                            <w:t xml:space="preserve">E-mail: </w:t>
                          </w:r>
                          <w:r w:rsidR="005D102F" w:rsidRPr="00F76B97">
                            <w:rPr>
                              <w:lang w:val="en-US"/>
                            </w:rPr>
                            <w:t>biuro</w:t>
                          </w:r>
                          <w:r w:rsidRPr="00F76B97">
                            <w:rPr>
                              <w:lang w:val="en-US"/>
                            </w:rPr>
                            <w:t>@</w:t>
                          </w:r>
                          <w:r w:rsidR="005D102F" w:rsidRPr="00F76B97">
                            <w:rPr>
                              <w:lang w:val="en-US"/>
                            </w:rPr>
                            <w:t>port.org.pl</w:t>
                          </w:r>
                          <w:r w:rsidRPr="00F76B97">
                            <w:rPr>
                              <w:lang w:val="en-US"/>
                            </w:rPr>
                            <w:t xml:space="preserve"> | NIP: </w:t>
                          </w:r>
                          <w:r w:rsidR="006F645A" w:rsidRPr="00F76B97">
                            <w:rPr>
                              <w:lang w:val="en-US"/>
                            </w:rPr>
                            <w:t>894 314 05 23, REGON: 020671635</w:t>
                          </w:r>
                        </w:p>
                        <w:p w14:paraId="2CC2811E" w14:textId="77777777" w:rsidR="00ED7972" w:rsidRDefault="00ED7972" w:rsidP="00ED7972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3CE03417" w14:textId="77777777" w:rsidR="004F5805" w:rsidRPr="00ED7972" w:rsidRDefault="00ED7972" w:rsidP="00ED7972">
                          <w:pPr>
                            <w:pStyle w:val="LukStopka-adres"/>
                          </w:pPr>
                          <w:r>
                            <w:t>Nr KRS: 0000300736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2AFE6B3" id="_x0000_s1029" type="#_x0000_t202" style="position:absolute;margin-left:0;margin-top:774.9pt;width:336.15pt;height:17.55pt;z-index:-2516541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" filled="f" stroked="f">
              <o:lock v:ext="edit" aspectratio="t"/>
              <v:textbox style="mso-fit-shape-to-text:t" inset="0,0,0,0">
                <w:txbxContent>
                  <w:p w14:paraId="5DAF0D82" w14:textId="77777777" w:rsidR="00DA52A1" w:rsidRDefault="00DA52A1" w:rsidP="00DA52A1">
                    <w:pPr>
                      <w:pStyle w:val="LukStopka-adres"/>
                    </w:pPr>
                    <w:r>
                      <w:t xml:space="preserve">Sieć </w:t>
                    </w:r>
                    <w:r w:rsidR="005D102F">
                      <w:t>Badawcza Łukasiewicz – PORT Polski Ośrodek Rozwoju Technologii</w:t>
                    </w:r>
                  </w:p>
                  <w:p w14:paraId="1FA617BC" w14:textId="77777777" w:rsidR="00DA52A1" w:rsidRDefault="005D102F" w:rsidP="00DA52A1">
                    <w:pPr>
                      <w:pStyle w:val="LukStopka-adres"/>
                    </w:pPr>
                    <w:r>
                      <w:t>54-066 Wrocław</w:t>
                    </w:r>
                    <w:r w:rsidR="00DA52A1">
                      <w:t xml:space="preserve">, ul. </w:t>
                    </w:r>
                    <w:r>
                      <w:t>Stabłowicka 147</w:t>
                    </w:r>
                    <w:r w:rsidR="00DA52A1">
                      <w:t xml:space="preserve">, Tel: +48 </w:t>
                    </w:r>
                    <w:r>
                      <w:t>71 734 77 77</w:t>
                    </w:r>
                    <w:r w:rsidR="00DA52A1">
                      <w:t>,</w:t>
                    </w:r>
                    <w:r w:rsidR="00A4666C">
                      <w:t xml:space="preserve"> Fax: +48 71 720 16 00</w:t>
                    </w:r>
                  </w:p>
                  <w:p w14:paraId="41E9432A" w14:textId="77777777" w:rsidR="00DA52A1" w:rsidRPr="00F76B97" w:rsidRDefault="00DA52A1" w:rsidP="00DA52A1">
                    <w:pPr>
                      <w:pStyle w:val="LukStopka-adres"/>
                      <w:rPr>
                        <w:lang w:val="en-US"/>
                      </w:rPr>
                    </w:pPr>
                    <w:r w:rsidRPr="00F76B97">
                      <w:rPr>
                        <w:lang w:val="en-US"/>
                      </w:rPr>
                      <w:t xml:space="preserve">E-mail: </w:t>
                    </w:r>
                    <w:r w:rsidR="005D102F" w:rsidRPr="00F76B97">
                      <w:rPr>
                        <w:lang w:val="en-US"/>
                      </w:rPr>
                      <w:t>biuro</w:t>
                    </w:r>
                    <w:r w:rsidRPr="00F76B97">
                      <w:rPr>
                        <w:lang w:val="en-US"/>
                      </w:rPr>
                      <w:t>@</w:t>
                    </w:r>
                    <w:r w:rsidR="005D102F" w:rsidRPr="00F76B97">
                      <w:rPr>
                        <w:lang w:val="en-US"/>
                      </w:rPr>
                      <w:t>port.org.pl</w:t>
                    </w:r>
                    <w:r w:rsidRPr="00F76B97">
                      <w:rPr>
                        <w:lang w:val="en-US"/>
                      </w:rPr>
                      <w:t xml:space="preserve"> | NIP: </w:t>
                    </w:r>
                    <w:r w:rsidR="006F645A" w:rsidRPr="00F76B97">
                      <w:rPr>
                        <w:lang w:val="en-US"/>
                      </w:rPr>
                      <w:t>894 314 05 23, REGON: 020671635</w:t>
                    </w:r>
                  </w:p>
                  <w:p w14:paraId="2CC2811E" w14:textId="77777777" w:rsidR="00ED7972" w:rsidRDefault="00ED7972" w:rsidP="00ED7972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3CE03417" w14:textId="77777777" w:rsidR="004F5805" w:rsidRPr="00ED7972" w:rsidRDefault="00ED7972" w:rsidP="00ED7972">
                    <w:pPr>
                      <w:pStyle w:val="LukStopka-adres"/>
                    </w:pPr>
                    <w:r>
                      <w:t>Nr KRS: 0000300736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AB3EA" w14:textId="77777777" w:rsidR="000C28F5" w:rsidRDefault="000C28F5" w:rsidP="006747BD">
      <w:pPr>
        <w:spacing w:after="0" w:line="240" w:lineRule="auto"/>
      </w:pPr>
      <w:bookmarkStart w:id="0" w:name="_Hlk213237365"/>
      <w:bookmarkEnd w:id="0"/>
      <w:r>
        <w:separator/>
      </w:r>
    </w:p>
  </w:footnote>
  <w:footnote w:type="continuationSeparator" w:id="0">
    <w:p w14:paraId="70CE5AE5" w14:textId="77777777" w:rsidR="000C28F5" w:rsidRDefault="000C28F5" w:rsidP="006747BD">
      <w:pPr>
        <w:spacing w:after="0" w:line="240" w:lineRule="auto"/>
      </w:pPr>
      <w:r>
        <w:continuationSeparator/>
      </w:r>
    </w:p>
  </w:footnote>
  <w:footnote w:id="1">
    <w:p w14:paraId="3B72A652" w14:textId="77777777" w:rsidR="00C50554" w:rsidRDefault="00C50554" w:rsidP="00242F2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42F24">
        <w:rPr>
          <w:sz w:val="14"/>
          <w:szCs w:val="14"/>
        </w:rPr>
        <w:t>Odpowiednio wskazać np. zasób własny, samozatrudnienie – właściciel, umowa o pracę, umowa zlecenie, umowa o dzieło, zobowiązanie podmiotu trzeciego lub inna podstawa)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BD2B2" w14:textId="5EDB64B3" w:rsidR="001E2A6E" w:rsidRDefault="001E2A6E">
    <w:pPr>
      <w:pStyle w:val="Nagwek"/>
    </w:pPr>
    <w:r w:rsidRPr="005D102F">
      <w:rPr>
        <w:noProof/>
        <w:lang w:eastAsia="pl-PL"/>
      </w:rPr>
      <w:drawing>
        <wp:anchor distT="0" distB="0" distL="114300" distR="114300" simplePos="0" relativeHeight="251676672" behindDoc="1" locked="0" layoutInCell="1" allowOverlap="1" wp14:anchorId="21B31A7E" wp14:editId="1A01C8A0">
          <wp:simplePos x="0" y="0"/>
          <wp:positionH relativeFrom="column">
            <wp:posOffset>-1114425</wp:posOffset>
          </wp:positionH>
          <wp:positionV relativeFrom="paragraph">
            <wp:posOffset>132715</wp:posOffset>
          </wp:positionV>
          <wp:extent cx="791625" cy="1609725"/>
          <wp:effectExtent l="0" t="0" r="8890" b="0"/>
          <wp:wrapNone/>
          <wp:docPr id="44" name="Obraz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625" cy="160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28448" w14:textId="545C2011" w:rsidR="006747BD" w:rsidRPr="00DA52A1" w:rsidRDefault="005D102F">
    <w:pPr>
      <w:pStyle w:val="Nagwek"/>
    </w:pPr>
    <w:r w:rsidRPr="005D102F">
      <w:rPr>
        <w:noProof/>
        <w:lang w:eastAsia="pl-PL"/>
      </w:rPr>
      <w:drawing>
        <wp:anchor distT="0" distB="0" distL="114300" distR="114300" simplePos="0" relativeHeight="251674624" behindDoc="1" locked="0" layoutInCell="1" allowOverlap="1" wp14:anchorId="01D1EED5" wp14:editId="1C0322B6">
          <wp:simplePos x="0" y="0"/>
          <wp:positionH relativeFrom="column">
            <wp:posOffset>-1080770</wp:posOffset>
          </wp:positionH>
          <wp:positionV relativeFrom="paragraph">
            <wp:posOffset>83185</wp:posOffset>
          </wp:positionV>
          <wp:extent cx="791625" cy="1609725"/>
          <wp:effectExtent l="0" t="0" r="8890" b="0"/>
          <wp:wrapNone/>
          <wp:docPr id="4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625" cy="160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803377"/>
    <w:multiLevelType w:val="hybridMultilevel"/>
    <w:tmpl w:val="F710DB7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8C76A5"/>
    <w:multiLevelType w:val="hybridMultilevel"/>
    <w:tmpl w:val="F51CDA5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6A5404"/>
    <w:multiLevelType w:val="hybridMultilevel"/>
    <w:tmpl w:val="BC0E0316"/>
    <w:lvl w:ilvl="0" w:tplc="3A9E389E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D735A9"/>
    <w:multiLevelType w:val="hybridMultilevel"/>
    <w:tmpl w:val="4FFE2A98"/>
    <w:lvl w:ilvl="0" w:tplc="9E269D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2712FD"/>
    <w:multiLevelType w:val="hybridMultilevel"/>
    <w:tmpl w:val="C9520A2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8335C4"/>
    <w:multiLevelType w:val="hybridMultilevel"/>
    <w:tmpl w:val="C42204F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45359E"/>
    <w:multiLevelType w:val="hybridMultilevel"/>
    <w:tmpl w:val="F51CDA5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FB4255"/>
    <w:multiLevelType w:val="hybridMultilevel"/>
    <w:tmpl w:val="F51CDA5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1F3541"/>
    <w:multiLevelType w:val="hybridMultilevel"/>
    <w:tmpl w:val="2E82BE7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603108"/>
    <w:multiLevelType w:val="hybridMultilevel"/>
    <w:tmpl w:val="B630FE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B33D9E"/>
    <w:multiLevelType w:val="hybridMultilevel"/>
    <w:tmpl w:val="F51CDA5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A76D85"/>
    <w:multiLevelType w:val="hybridMultilevel"/>
    <w:tmpl w:val="F51CDA5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30054D"/>
    <w:multiLevelType w:val="hybridMultilevel"/>
    <w:tmpl w:val="2E82BE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7C1219"/>
    <w:multiLevelType w:val="hybridMultilevel"/>
    <w:tmpl w:val="F51CDA5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8C4221"/>
    <w:multiLevelType w:val="hybridMultilevel"/>
    <w:tmpl w:val="C42204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6F1C24"/>
    <w:multiLevelType w:val="hybridMultilevel"/>
    <w:tmpl w:val="2BA6E254"/>
    <w:lvl w:ilvl="0" w:tplc="75ACE3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24278C"/>
    <w:multiLevelType w:val="hybridMultilevel"/>
    <w:tmpl w:val="C42204F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7470CB"/>
    <w:multiLevelType w:val="hybridMultilevel"/>
    <w:tmpl w:val="F51CDA5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A4347D"/>
    <w:multiLevelType w:val="hybridMultilevel"/>
    <w:tmpl w:val="F51CDA5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D15994"/>
    <w:multiLevelType w:val="hybridMultilevel"/>
    <w:tmpl w:val="C9520A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E31295"/>
    <w:multiLevelType w:val="hybridMultilevel"/>
    <w:tmpl w:val="F51CDA5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4511824">
    <w:abstractNumId w:val="9"/>
  </w:num>
  <w:num w:numId="2" w16cid:durableId="2078555649">
    <w:abstractNumId w:val="8"/>
  </w:num>
  <w:num w:numId="3" w16cid:durableId="2098281440">
    <w:abstractNumId w:val="3"/>
  </w:num>
  <w:num w:numId="4" w16cid:durableId="551768560">
    <w:abstractNumId w:val="2"/>
  </w:num>
  <w:num w:numId="5" w16cid:durableId="912854575">
    <w:abstractNumId w:val="1"/>
  </w:num>
  <w:num w:numId="6" w16cid:durableId="188378929">
    <w:abstractNumId w:val="0"/>
  </w:num>
  <w:num w:numId="7" w16cid:durableId="762844873">
    <w:abstractNumId w:val="7"/>
  </w:num>
  <w:num w:numId="8" w16cid:durableId="1170171633">
    <w:abstractNumId w:val="6"/>
  </w:num>
  <w:num w:numId="9" w16cid:durableId="1798252502">
    <w:abstractNumId w:val="5"/>
  </w:num>
  <w:num w:numId="10" w16cid:durableId="970138959">
    <w:abstractNumId w:val="4"/>
  </w:num>
  <w:num w:numId="11" w16cid:durableId="2127191837">
    <w:abstractNumId w:val="10"/>
  </w:num>
  <w:num w:numId="12" w16cid:durableId="203372766">
    <w:abstractNumId w:val="14"/>
  </w:num>
  <w:num w:numId="13" w16cid:durableId="275062309">
    <w:abstractNumId w:val="26"/>
  </w:num>
  <w:num w:numId="14" w16cid:durableId="555047035">
    <w:abstractNumId w:val="23"/>
  </w:num>
  <w:num w:numId="15" w16cid:durableId="935092388">
    <w:abstractNumId w:val="17"/>
  </w:num>
  <w:num w:numId="16" w16cid:durableId="445276513">
    <w:abstractNumId w:val="11"/>
  </w:num>
  <w:num w:numId="17" w16cid:durableId="317922745">
    <w:abstractNumId w:val="31"/>
  </w:num>
  <w:num w:numId="18" w16cid:durableId="422461246">
    <w:abstractNumId w:val="21"/>
  </w:num>
  <w:num w:numId="19" w16cid:durableId="949354994">
    <w:abstractNumId w:val="19"/>
  </w:num>
  <w:num w:numId="20" w16cid:durableId="1901214117">
    <w:abstractNumId w:val="28"/>
  </w:num>
  <w:num w:numId="21" w16cid:durableId="1482232662">
    <w:abstractNumId w:val="29"/>
  </w:num>
  <w:num w:numId="22" w16cid:durableId="379089809">
    <w:abstractNumId w:val="25"/>
  </w:num>
  <w:num w:numId="23" w16cid:durableId="1819955331">
    <w:abstractNumId w:val="18"/>
  </w:num>
  <w:num w:numId="24" w16cid:durableId="1400320952">
    <w:abstractNumId w:val="22"/>
  </w:num>
  <w:num w:numId="25" w16cid:durableId="1814061867">
    <w:abstractNumId w:val="27"/>
  </w:num>
  <w:num w:numId="26" w16cid:durableId="1581059409">
    <w:abstractNumId w:val="16"/>
  </w:num>
  <w:num w:numId="27" w16cid:durableId="1504781138">
    <w:abstractNumId w:val="12"/>
  </w:num>
  <w:num w:numId="28" w16cid:durableId="155923535">
    <w:abstractNumId w:val="24"/>
  </w:num>
  <w:num w:numId="29" w16cid:durableId="492569775">
    <w:abstractNumId w:val="30"/>
  </w:num>
  <w:num w:numId="30" w16cid:durableId="730545593">
    <w:abstractNumId w:val="15"/>
  </w:num>
  <w:num w:numId="31" w16cid:durableId="1105728952">
    <w:abstractNumId w:val="20"/>
  </w:num>
  <w:num w:numId="32" w16cid:durableId="191562190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02F"/>
    <w:rsid w:val="00005EEB"/>
    <w:rsid w:val="000137E6"/>
    <w:rsid w:val="0001597A"/>
    <w:rsid w:val="000276C6"/>
    <w:rsid w:val="00027889"/>
    <w:rsid w:val="0003196E"/>
    <w:rsid w:val="00033333"/>
    <w:rsid w:val="000367E5"/>
    <w:rsid w:val="00065DBC"/>
    <w:rsid w:val="00070438"/>
    <w:rsid w:val="00072738"/>
    <w:rsid w:val="00074749"/>
    <w:rsid w:val="00077647"/>
    <w:rsid w:val="000821E4"/>
    <w:rsid w:val="00090ABA"/>
    <w:rsid w:val="000C28F5"/>
    <w:rsid w:val="000F0662"/>
    <w:rsid w:val="000F2290"/>
    <w:rsid w:val="00105739"/>
    <w:rsid w:val="001317AB"/>
    <w:rsid w:val="00134929"/>
    <w:rsid w:val="001669A3"/>
    <w:rsid w:val="001A0BD2"/>
    <w:rsid w:val="001A4B9A"/>
    <w:rsid w:val="001E2A6E"/>
    <w:rsid w:val="00212A65"/>
    <w:rsid w:val="00214210"/>
    <w:rsid w:val="00227DD2"/>
    <w:rsid w:val="00231524"/>
    <w:rsid w:val="00234F9E"/>
    <w:rsid w:val="00235977"/>
    <w:rsid w:val="0024077B"/>
    <w:rsid w:val="00242728"/>
    <w:rsid w:val="00242E78"/>
    <w:rsid w:val="00242F24"/>
    <w:rsid w:val="00253406"/>
    <w:rsid w:val="0028028A"/>
    <w:rsid w:val="00292B8C"/>
    <w:rsid w:val="00295C47"/>
    <w:rsid w:val="002A4DC3"/>
    <w:rsid w:val="002B22D9"/>
    <w:rsid w:val="002B24A7"/>
    <w:rsid w:val="002B33E9"/>
    <w:rsid w:val="002D48BE"/>
    <w:rsid w:val="002E1641"/>
    <w:rsid w:val="002E1DBA"/>
    <w:rsid w:val="002E51C3"/>
    <w:rsid w:val="002F4540"/>
    <w:rsid w:val="00312626"/>
    <w:rsid w:val="003236A1"/>
    <w:rsid w:val="00335ED5"/>
    <w:rsid w:val="00335F9F"/>
    <w:rsid w:val="00346C00"/>
    <w:rsid w:val="00354A18"/>
    <w:rsid w:val="00354B03"/>
    <w:rsid w:val="003664DA"/>
    <w:rsid w:val="00367F0C"/>
    <w:rsid w:val="00386925"/>
    <w:rsid w:val="00393036"/>
    <w:rsid w:val="0039602D"/>
    <w:rsid w:val="003B3CFC"/>
    <w:rsid w:val="003E0D89"/>
    <w:rsid w:val="003E14E7"/>
    <w:rsid w:val="003E3CE5"/>
    <w:rsid w:val="003E5025"/>
    <w:rsid w:val="003E5364"/>
    <w:rsid w:val="003F4BA3"/>
    <w:rsid w:val="00416941"/>
    <w:rsid w:val="004236F0"/>
    <w:rsid w:val="004256D3"/>
    <w:rsid w:val="00436D89"/>
    <w:rsid w:val="00443E1F"/>
    <w:rsid w:val="00454A44"/>
    <w:rsid w:val="00481677"/>
    <w:rsid w:val="004870D3"/>
    <w:rsid w:val="00491D46"/>
    <w:rsid w:val="004A0734"/>
    <w:rsid w:val="004B0A12"/>
    <w:rsid w:val="004B6254"/>
    <w:rsid w:val="004C0B88"/>
    <w:rsid w:val="004D4162"/>
    <w:rsid w:val="004E5AF9"/>
    <w:rsid w:val="004F0CBD"/>
    <w:rsid w:val="004F28E6"/>
    <w:rsid w:val="004F5805"/>
    <w:rsid w:val="00500A82"/>
    <w:rsid w:val="00526CDD"/>
    <w:rsid w:val="00530705"/>
    <w:rsid w:val="00542955"/>
    <w:rsid w:val="00544CB2"/>
    <w:rsid w:val="005836B3"/>
    <w:rsid w:val="00584298"/>
    <w:rsid w:val="005A0C87"/>
    <w:rsid w:val="005A5AC0"/>
    <w:rsid w:val="005B62B6"/>
    <w:rsid w:val="005D102F"/>
    <w:rsid w:val="005D1495"/>
    <w:rsid w:val="005E56FA"/>
    <w:rsid w:val="005F01F5"/>
    <w:rsid w:val="005F6252"/>
    <w:rsid w:val="00605421"/>
    <w:rsid w:val="00607707"/>
    <w:rsid w:val="006311DE"/>
    <w:rsid w:val="006319BC"/>
    <w:rsid w:val="006747BD"/>
    <w:rsid w:val="006919BD"/>
    <w:rsid w:val="00696990"/>
    <w:rsid w:val="006B00FF"/>
    <w:rsid w:val="006C5E51"/>
    <w:rsid w:val="006D6DE5"/>
    <w:rsid w:val="006E5990"/>
    <w:rsid w:val="006F645A"/>
    <w:rsid w:val="00720E08"/>
    <w:rsid w:val="00730406"/>
    <w:rsid w:val="00740183"/>
    <w:rsid w:val="00746BFE"/>
    <w:rsid w:val="00762AA3"/>
    <w:rsid w:val="007767AC"/>
    <w:rsid w:val="007943F3"/>
    <w:rsid w:val="0079509D"/>
    <w:rsid w:val="007A61DF"/>
    <w:rsid w:val="007B17C8"/>
    <w:rsid w:val="007B19A4"/>
    <w:rsid w:val="007B55B3"/>
    <w:rsid w:val="007B6036"/>
    <w:rsid w:val="007C781B"/>
    <w:rsid w:val="007D0892"/>
    <w:rsid w:val="007D3845"/>
    <w:rsid w:val="007D5D9D"/>
    <w:rsid w:val="007E35BE"/>
    <w:rsid w:val="007F4784"/>
    <w:rsid w:val="007F4965"/>
    <w:rsid w:val="00805DF6"/>
    <w:rsid w:val="00814E70"/>
    <w:rsid w:val="00821F16"/>
    <w:rsid w:val="0082414C"/>
    <w:rsid w:val="008368C0"/>
    <w:rsid w:val="0084396A"/>
    <w:rsid w:val="00854B7B"/>
    <w:rsid w:val="00876C3E"/>
    <w:rsid w:val="00887794"/>
    <w:rsid w:val="008C1729"/>
    <w:rsid w:val="008C75DD"/>
    <w:rsid w:val="008D06CD"/>
    <w:rsid w:val="008F027B"/>
    <w:rsid w:val="008F209D"/>
    <w:rsid w:val="0091400F"/>
    <w:rsid w:val="00915E89"/>
    <w:rsid w:val="00917231"/>
    <w:rsid w:val="00932558"/>
    <w:rsid w:val="009378F2"/>
    <w:rsid w:val="00946049"/>
    <w:rsid w:val="00955AF3"/>
    <w:rsid w:val="009570D0"/>
    <w:rsid w:val="0096220C"/>
    <w:rsid w:val="00987F0D"/>
    <w:rsid w:val="009C231D"/>
    <w:rsid w:val="009C7208"/>
    <w:rsid w:val="009D0DF9"/>
    <w:rsid w:val="009D4C4D"/>
    <w:rsid w:val="009E72A5"/>
    <w:rsid w:val="009F0369"/>
    <w:rsid w:val="009F0B4B"/>
    <w:rsid w:val="009F3F39"/>
    <w:rsid w:val="00A03A59"/>
    <w:rsid w:val="00A04692"/>
    <w:rsid w:val="00A30FFF"/>
    <w:rsid w:val="00A32235"/>
    <w:rsid w:val="00A36F46"/>
    <w:rsid w:val="00A4666C"/>
    <w:rsid w:val="00A519B2"/>
    <w:rsid w:val="00A52C29"/>
    <w:rsid w:val="00A531ED"/>
    <w:rsid w:val="00A54F14"/>
    <w:rsid w:val="00A63269"/>
    <w:rsid w:val="00A85432"/>
    <w:rsid w:val="00A93724"/>
    <w:rsid w:val="00AD26B3"/>
    <w:rsid w:val="00AE078C"/>
    <w:rsid w:val="00AE0ADF"/>
    <w:rsid w:val="00AE487E"/>
    <w:rsid w:val="00B00841"/>
    <w:rsid w:val="00B12841"/>
    <w:rsid w:val="00B44F33"/>
    <w:rsid w:val="00B46786"/>
    <w:rsid w:val="00B47FA8"/>
    <w:rsid w:val="00B61F8A"/>
    <w:rsid w:val="00B62453"/>
    <w:rsid w:val="00B627E8"/>
    <w:rsid w:val="00B70646"/>
    <w:rsid w:val="00B7064E"/>
    <w:rsid w:val="00BC0738"/>
    <w:rsid w:val="00BD172D"/>
    <w:rsid w:val="00BD7BA0"/>
    <w:rsid w:val="00BE69C1"/>
    <w:rsid w:val="00C00251"/>
    <w:rsid w:val="00C2054F"/>
    <w:rsid w:val="00C34A7A"/>
    <w:rsid w:val="00C43926"/>
    <w:rsid w:val="00C50554"/>
    <w:rsid w:val="00C65BAB"/>
    <w:rsid w:val="00C70D6A"/>
    <w:rsid w:val="00C736D5"/>
    <w:rsid w:val="00D005B3"/>
    <w:rsid w:val="00D0182A"/>
    <w:rsid w:val="00D06D36"/>
    <w:rsid w:val="00D17059"/>
    <w:rsid w:val="00D20EDA"/>
    <w:rsid w:val="00D37D30"/>
    <w:rsid w:val="00D40690"/>
    <w:rsid w:val="00D459AF"/>
    <w:rsid w:val="00D5605E"/>
    <w:rsid w:val="00D76B70"/>
    <w:rsid w:val="00D940CB"/>
    <w:rsid w:val="00D957E9"/>
    <w:rsid w:val="00D97253"/>
    <w:rsid w:val="00DA52A1"/>
    <w:rsid w:val="00DB20E2"/>
    <w:rsid w:val="00DB5BEC"/>
    <w:rsid w:val="00DD4373"/>
    <w:rsid w:val="00DD535F"/>
    <w:rsid w:val="00E36132"/>
    <w:rsid w:val="00E429DC"/>
    <w:rsid w:val="00E44856"/>
    <w:rsid w:val="00E72013"/>
    <w:rsid w:val="00EB1F4F"/>
    <w:rsid w:val="00EC42DD"/>
    <w:rsid w:val="00EC6EFE"/>
    <w:rsid w:val="00ED7972"/>
    <w:rsid w:val="00EE493C"/>
    <w:rsid w:val="00EF289E"/>
    <w:rsid w:val="00F14BA4"/>
    <w:rsid w:val="00F303C4"/>
    <w:rsid w:val="00F42A97"/>
    <w:rsid w:val="00F74010"/>
    <w:rsid w:val="00F76B97"/>
    <w:rsid w:val="00FD7408"/>
    <w:rsid w:val="00FE546E"/>
    <w:rsid w:val="00FF5C1D"/>
    <w:rsid w:val="00FF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CC544"/>
  <w15:docId w15:val="{D1B9BB83-E7F7-4F49-AA85-9190AEB71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7BA0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6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605E"/>
    <w:rPr>
      <w:rFonts w:ascii="Tahoma" w:hAnsi="Tahoma" w:cs="Tahoma"/>
      <w:color w:val="000000" w:themeColor="background1"/>
      <w:spacing w:val="4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4A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4A4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4A44"/>
    <w:rPr>
      <w:color w:val="000000" w:themeColor="background1"/>
      <w:spacing w:val="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A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4A44"/>
    <w:rPr>
      <w:b/>
      <w:bCs/>
      <w:color w:val="000000" w:themeColor="background1"/>
      <w:spacing w:val="4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7408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7408"/>
    <w:rPr>
      <w:color w:val="000000" w:themeColor="background1"/>
      <w:spacing w:val="4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7408"/>
    <w:rPr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List Paragraph1,Obiekt,wypunktowanie,normalny tekst,Liste à puces retrait droite,CW_Lista,lp1,Preambuła,Tytuły"/>
    <w:basedOn w:val="Normalny"/>
    <w:link w:val="AkapitzlistZnak"/>
    <w:uiPriority w:val="34"/>
    <w:qFormat/>
    <w:rsid w:val="001317AB"/>
    <w:pPr>
      <w:ind w:left="720"/>
      <w:contextualSpacing/>
    </w:pPr>
  </w:style>
  <w:style w:type="paragraph" w:styleId="Poprawka">
    <w:name w:val="Revision"/>
    <w:hidden/>
    <w:uiPriority w:val="99"/>
    <w:semiHidden/>
    <w:rsid w:val="0096220C"/>
    <w:pPr>
      <w:spacing w:after="0" w:line="240" w:lineRule="auto"/>
    </w:pPr>
    <w:rPr>
      <w:color w:val="000000" w:themeColor="background1"/>
      <w:spacing w:val="4"/>
      <w:sz w:val="20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,Obiekt Znak,wypunktowanie Znak,normalny tekst Znak"/>
    <w:link w:val="Akapitzlist"/>
    <w:uiPriority w:val="34"/>
    <w:qFormat/>
    <w:locked/>
    <w:rsid w:val="00C34A7A"/>
    <w:rPr>
      <w:color w:val="000000" w:themeColor="background1"/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1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1_DZIA&#321;_KOMUNIKACJI\SIW_PORT\MATERIA&#321;Y_OD_CENTRUM\Papier%20firmowy_Instytuty%20&#321;ukasiewicza\Papier%20firmowy_Instytut%20&#321;ukasiewicza_PL_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80E947CFC99046ACF97E94117BF123" ma:contentTypeVersion="46" ma:contentTypeDescription="Utwórz nowy dokument." ma:contentTypeScope="" ma:versionID="84607c42cca7e434b6b73ddfb614eb3b">
  <xsd:schema xmlns:xsd="http://www.w3.org/2001/XMLSchema" xmlns:xs="http://www.w3.org/2001/XMLSchema" xmlns:p="http://schemas.microsoft.com/office/2006/metadata/properties" xmlns:ns2="84141fab-40ef-492f-9a5e-7c422361107c" xmlns:ns3="25403c7b-c6b4-4198-8117-dbd0ece2577a" targetNamespace="http://schemas.microsoft.com/office/2006/metadata/properties" ma:root="true" ma:fieldsID="b1764383e7157f9627269704dff5837c" ns2:_="" ns3:_="">
    <xsd:import namespace="84141fab-40ef-492f-9a5e-7c422361107c"/>
    <xsd:import namespace="25403c7b-c6b4-4198-8117-dbd0ece257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NR_x002e_ZAM" minOccurs="0"/>
                <xsd:element ref="ns2:DATA_x002e_DOK" minOccurs="0"/>
                <xsd:element ref="ns2:DATA_x002e_UM" minOccurs="0"/>
                <xsd:element ref="ns2:NR_x002e_UM" minOccurs="0"/>
                <xsd:element ref="ns2:NETTO" minOccurs="0"/>
                <xsd:element ref="ns2:NETTO_x002e_SL" minOccurs="0"/>
                <xsd:element ref="ns2:BRUTTO" minOccurs="0"/>
                <xsd:element ref="ns2:BRUTTO_x002e_SL" minOccurs="0"/>
                <xsd:element ref="ns2:DZ" minOccurs="0"/>
                <xsd:element ref="ns2:DANE_x002e_WYK" minOccurs="0"/>
                <xsd:element ref="ns3:SharedWithUsers" minOccurs="0"/>
                <xsd:element ref="ns3:SharedWithDetails" minOccurs="0"/>
                <xsd:element ref="ns2:Tabel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Nrsprawy" minOccurs="0"/>
                <xsd:element ref="ns2:MediaLengthInSeconds" minOccurs="0"/>
                <xsd:element ref="ns2:DATA_PUB" minOccurs="0"/>
                <xsd:element ref="ns2:OF_CZ" minOccurs="0"/>
                <xsd:element ref="ns2:UM_x002f_ZAM" minOccurs="0"/>
                <xsd:element ref="ns2:ZAL1_x002f_2" minOccurs="0"/>
                <xsd:element ref="ns2:DATA_END" minOccurs="0"/>
                <xsd:element ref="ns2:GODZ" minOccurs="0"/>
                <xsd:element ref="ns2:BY" minOccurs="0"/>
                <xsd:element ref="ns2:EM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41fab-40ef-492f-9a5e-7c42236110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NR_x002e_ZAM" ma:index="12" nillable="true" ma:displayName="NR.ZAM" ma:format="Dropdown" ma:internalName="NR_x002e_ZAM">
      <xsd:simpleType>
        <xsd:restriction base="dms:Text">
          <xsd:maxLength value="255"/>
        </xsd:restriction>
      </xsd:simpleType>
    </xsd:element>
    <xsd:element name="DATA_x002e_DOK" ma:index="13" nillable="true" ma:displayName="DATA.DOK" ma:default="[today]" ma:format="DateOnly" ma:internalName="DATA_x002e_DOK">
      <xsd:simpleType>
        <xsd:restriction base="dms:DateTime"/>
      </xsd:simpleType>
    </xsd:element>
    <xsd:element name="DATA_x002e_UM" ma:index="14" nillable="true" ma:displayName="DATA.UM" ma:format="Dropdown" ma:internalName="DATA_x002e_UM">
      <xsd:simpleType>
        <xsd:restriction base="dms:Text">
          <xsd:maxLength value="255"/>
        </xsd:restriction>
      </xsd:simpleType>
    </xsd:element>
    <xsd:element name="NR_x002e_UM" ma:index="15" nillable="true" ma:displayName="NR.UM" ma:format="Dropdown" ma:internalName="NR_x002e_UM">
      <xsd:simpleType>
        <xsd:restriction base="dms:Text">
          <xsd:maxLength value="255"/>
        </xsd:restriction>
      </xsd:simpleType>
    </xsd:element>
    <xsd:element name="NETTO" ma:index="16" nillable="true" ma:displayName="NETTO" ma:format="Dropdown" ma:internalName="NETTO">
      <xsd:simpleType>
        <xsd:restriction base="dms:Text">
          <xsd:maxLength value="255"/>
        </xsd:restriction>
      </xsd:simpleType>
    </xsd:element>
    <xsd:element name="NETTO_x002e_SL" ma:index="17" nillable="true" ma:displayName="NETTO.SL" ma:format="Dropdown" ma:internalName="NETTO_x002e_SL">
      <xsd:simpleType>
        <xsd:restriction base="dms:Text">
          <xsd:maxLength value="255"/>
        </xsd:restriction>
      </xsd:simpleType>
    </xsd:element>
    <xsd:element name="BRUTTO" ma:index="18" nillable="true" ma:displayName="BRUTTO" ma:format="Dropdown" ma:internalName="BRUTTO">
      <xsd:simpleType>
        <xsd:restriction base="dms:Text">
          <xsd:maxLength value="255"/>
        </xsd:restriction>
      </xsd:simpleType>
    </xsd:element>
    <xsd:element name="BRUTTO_x002e_SL" ma:index="19" nillable="true" ma:displayName="BRUTTO.SL" ma:format="Dropdown" ma:internalName="BRUTTO_x002e_SL">
      <xsd:simpleType>
        <xsd:restriction base="dms:Text">
          <xsd:maxLength value="255"/>
        </xsd:restriction>
      </xsd:simpleType>
    </xsd:element>
    <xsd:element name="DZ" ma:index="20" nillable="true" ma:displayName="DZ" ma:format="Dropdown" ma:internalName="DZ">
      <xsd:simpleType>
        <xsd:restriction base="dms:Text">
          <xsd:maxLength value="255"/>
        </xsd:restriction>
      </xsd:simpleType>
    </xsd:element>
    <xsd:element name="DANE_x002e_WYK" ma:index="21" nillable="true" ma:displayName="DANE.WYK" ma:format="Dropdown" ma:internalName="DANE_x002e_WYK">
      <xsd:simpleType>
        <xsd:restriction base="dms:Text">
          <xsd:maxLength value="255"/>
        </xsd:restriction>
      </xsd:simpleType>
    </xsd:element>
    <xsd:element name="Tabela" ma:index="24" nillable="true" ma:displayName="Tabela" ma:format="Dropdown" ma:internalName="Tabela">
      <xsd:simpleType>
        <xsd:restriction base="dms:Note">
          <xsd:maxLength value="255"/>
        </xsd:restriction>
      </xsd:simpleType>
    </xsd:element>
    <xsd:element name="MediaServiceDateTaken" ma:index="2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9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2" nillable="true" ma:displayName="Location" ma:description="" ma:indexed="true" ma:internalName="MediaServiceLocation" ma:readOnly="true">
      <xsd:simpleType>
        <xsd:restriction base="dms:Text"/>
      </xsd:simpleType>
    </xsd:element>
    <xsd:element name="Nrsprawy" ma:index="33" nillable="true" ma:displayName="Nr sprawy" ma:format="Dropdown" ma:internalName="Nrsprawy">
      <xsd:simpleType>
        <xsd:restriction base="dms:Text">
          <xsd:maxLength value="255"/>
        </xsd:restriction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DATA_PUB" ma:index="35" nillable="true" ma:displayName="DATA_PUB" ma:format="DateOnly" ma:internalName="DATA_PUB">
      <xsd:simpleType>
        <xsd:restriction base="dms:DateTime"/>
      </xsd:simpleType>
    </xsd:element>
    <xsd:element name="OF_CZ" ma:index="36" nillable="true" ma:displayName="OF_CZ" ma:format="Dropdown" ma:internalName="OF_CZ">
      <xsd:simpleType>
        <xsd:restriction base="dms:Text">
          <xsd:maxLength value="255"/>
        </xsd:restriction>
      </xsd:simpleType>
    </xsd:element>
    <xsd:element name="UM_x002f_ZAM" ma:index="37" nillable="true" ma:displayName="UM/ZAM" ma:format="Dropdown" ma:internalName="UM_x002f_ZAM">
      <xsd:simpleType>
        <xsd:restriction base="dms:Text">
          <xsd:maxLength value="255"/>
        </xsd:restriction>
      </xsd:simpleType>
    </xsd:element>
    <xsd:element name="ZAL1_x002f_2" ma:index="38" nillable="true" ma:displayName="ZAL1/2" ma:format="Dropdown" ma:internalName="ZAL1_x002f_2">
      <xsd:simpleType>
        <xsd:restriction base="dms:Text">
          <xsd:maxLength value="255"/>
        </xsd:restriction>
      </xsd:simpleType>
    </xsd:element>
    <xsd:element name="DATA_END" ma:index="39" nillable="true" ma:displayName="DATA_END" ma:format="DateOnly" ma:internalName="DATA_END">
      <xsd:simpleType>
        <xsd:restriction base="dms:DateTime"/>
      </xsd:simpleType>
    </xsd:element>
    <xsd:element name="GODZ" ma:index="40" nillable="true" ma:displayName="GODZ" ma:format="Dropdown" ma:internalName="GODZ">
      <xsd:simpleType>
        <xsd:restriction base="dms:Text">
          <xsd:maxLength value="255"/>
        </xsd:restriction>
      </xsd:simpleType>
    </xsd:element>
    <xsd:element name="BY" ma:index="41" nillable="true" ma:displayName="BY" ma:format="Dropdown" ma:internalName="BY">
      <xsd:simpleType>
        <xsd:restriction base="dms:Text">
          <xsd:maxLength value="255"/>
        </xsd:restriction>
      </xsd:simpleType>
    </xsd:element>
    <xsd:element name="EMAIL" ma:index="42" nillable="true" ma:displayName="EMAIL" ma:format="Dropdown" ma:internalName="EMAIL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403c7b-c6b4-4198-8117-dbd0ece2577a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30" nillable="true" ma:displayName="Taxonomy Catch All Column" ma:hidden="true" ma:list="{fec6e98c-42df-41bf-b0be-3f1cb1538785}" ma:internalName="TaxCatchAll" ma:showField="CatchAllData" ma:web="25403c7b-c6b4-4198-8117-dbd0ece257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bela xmlns="84141fab-40ef-492f-9a5e-7c422361107c" xsi:nil="true"/>
    <BRUTTO xmlns="84141fab-40ef-492f-9a5e-7c422361107c" xsi:nil="true"/>
    <NETTO_x002e_SL xmlns="84141fab-40ef-492f-9a5e-7c422361107c" xsi:nil="true"/>
    <NETTO xmlns="84141fab-40ef-492f-9a5e-7c422361107c" xsi:nil="true"/>
    <BRUTTO_x002e_SL xmlns="84141fab-40ef-492f-9a5e-7c422361107c" xsi:nil="true"/>
    <lcf76f155ced4ddcb4097134ff3c332f xmlns="84141fab-40ef-492f-9a5e-7c422361107c">
      <Terms xmlns="http://schemas.microsoft.com/office/infopath/2007/PartnerControls"/>
    </lcf76f155ced4ddcb4097134ff3c332f>
    <DATA_x002e_DOK xmlns="84141fab-40ef-492f-9a5e-7c422361107c">2024-10-13T17:35:38+00:00</DATA_x002e_DOK>
    <DZ xmlns="84141fab-40ef-492f-9a5e-7c422361107c" xsi:nil="true"/>
    <NR_x002e_ZAM xmlns="84141fab-40ef-492f-9a5e-7c422361107c" xsi:nil="true"/>
    <NR_x002e_UM xmlns="84141fab-40ef-492f-9a5e-7c422361107c" xsi:nil="true"/>
    <DANE_x002e_WYK xmlns="84141fab-40ef-492f-9a5e-7c422361107c" xsi:nil="true"/>
    <TaxCatchAll xmlns="25403c7b-c6b4-4198-8117-dbd0ece2577a" xsi:nil="true"/>
    <DATA_x002e_UM xmlns="84141fab-40ef-492f-9a5e-7c422361107c" xsi:nil="true"/>
    <Nrsprawy xmlns="84141fab-40ef-492f-9a5e-7c422361107c" xsi:nil="true"/>
    <DATA_PUB xmlns="84141fab-40ef-492f-9a5e-7c422361107c" xsi:nil="true"/>
    <BY xmlns="84141fab-40ef-492f-9a5e-7c422361107c" xsi:nil="true"/>
    <GODZ xmlns="84141fab-40ef-492f-9a5e-7c422361107c" xsi:nil="true"/>
    <DATA_END xmlns="84141fab-40ef-492f-9a5e-7c422361107c" xsi:nil="true"/>
    <OF_CZ xmlns="84141fab-40ef-492f-9a5e-7c422361107c" xsi:nil="true"/>
    <UM_x002f_ZAM xmlns="84141fab-40ef-492f-9a5e-7c422361107c" xsi:nil="true"/>
    <ZAL1_x002f_2 xmlns="84141fab-40ef-492f-9a5e-7c422361107c" xsi:nil="true"/>
    <EMAIL xmlns="84141fab-40ef-492f-9a5e-7c422361107c" xsi:nil="true"/>
  </documentManagement>
</p:properties>
</file>

<file path=customXml/itemProps1.xml><?xml version="1.0" encoding="utf-8"?>
<ds:datastoreItem xmlns:ds="http://schemas.openxmlformats.org/officeDocument/2006/customXml" ds:itemID="{BEE95F46-0EE4-4FB8-9BBF-ACDA1E86E7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141fab-40ef-492f-9a5e-7c422361107c"/>
    <ds:schemaRef ds:uri="25403c7b-c6b4-4198-8117-dbd0ece257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ABDCCD-03A8-43D5-8218-ABDD84B735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B87265-7E5A-4DC2-80D1-C53B028579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A1CBA9-4399-43AC-AADD-280DD0EBE0A2}">
  <ds:schemaRefs>
    <ds:schemaRef ds:uri="http://schemas.microsoft.com/office/2006/metadata/properties"/>
    <ds:schemaRef ds:uri="http://schemas.microsoft.com/office/infopath/2007/PartnerControls"/>
    <ds:schemaRef ds:uri="84141fab-40ef-492f-9a5e-7c422361107c"/>
    <ds:schemaRef ds:uri="25403c7b-c6b4-4198-8117-dbd0ece2577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firmowy_Instytut Łukasiewicza_PL_szablon</Template>
  <TotalTime>175</TotalTime>
  <Pages>2</Pages>
  <Words>358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Wolynska</dc:creator>
  <cp:lastModifiedBy>Marzena Krzymińska | Łukasiewicz – PORT</cp:lastModifiedBy>
  <cp:revision>103</cp:revision>
  <cp:lastPrinted>2020-09-16T05:58:00Z</cp:lastPrinted>
  <dcterms:created xsi:type="dcterms:W3CDTF">2022-12-19T22:34:00Z</dcterms:created>
  <dcterms:modified xsi:type="dcterms:W3CDTF">2025-12-05T09:38:00Z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0x0101001780E947CFC99046ACF97E94117BF123</vt:lpwstr>
  </property>
  <property fmtid="{D5CDD505-2E9C-101B-9397-08002B2CF9AE}" pid="3" name="Order">
    <vt:r8>9008800</vt:r8>
  </property>
  <property fmtid="{D5CDD505-2E9C-101B-9397-08002B2CF9AE}" pid="4" name="MediaServiceImageTags">
    <vt:lpwstr/>
  </property>
</Properties>
</file>